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6D6F0730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25D01876" w:rsidR="00601C5F" w:rsidRDefault="000B6AF3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25D01876" w:rsidR="00601C5F" w:rsidRDefault="000B6AF3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218C">
        <w:rPr>
          <w:sz w:val="14"/>
          <w:szCs w:val="14"/>
        </w:rPr>
        <w:t>Wzory klauzul informacyjnych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</w:t>
      </w:r>
    </w:p>
    <w:p w14:paraId="3579C89A" w14:textId="491EBED8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E7218C">
        <w:rPr>
          <w:rFonts w:cs="Arial"/>
          <w:sz w:val="14"/>
          <w:szCs w:val="14"/>
        </w:rPr>
        <w:t xml:space="preserve">5 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293CED95" w14:textId="31BEE94B" w:rsidR="00186CF4" w:rsidRDefault="00186CF4" w:rsidP="00E7218C">
      <w:pPr>
        <w:pStyle w:val="611relaizacja"/>
        <w:numPr>
          <w:ilvl w:val="0"/>
          <w:numId w:val="0"/>
        </w:numPr>
        <w:ind w:left="1077" w:hanging="720"/>
      </w:pPr>
      <w:bookmarkStart w:id="0" w:name="Zakres_procedury"/>
      <w:bookmarkEnd w:id="0"/>
    </w:p>
    <w:p w14:paraId="3545DFE8" w14:textId="77777777" w:rsidR="00E7218C" w:rsidRPr="002B059B" w:rsidRDefault="00E7218C" w:rsidP="00E7218C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  <w:r w:rsidRPr="002B059B">
        <w:rPr>
          <w:rFonts w:eastAsiaTheme="minorHAnsi" w:cs="Arial"/>
          <w:b/>
          <w:szCs w:val="18"/>
          <w:lang w:eastAsia="en-US"/>
        </w:rPr>
        <w:t>Wzór klauzul informacyjnych</w:t>
      </w:r>
    </w:p>
    <w:p w14:paraId="54AB9FD8" w14:textId="77777777" w:rsidR="00E7218C" w:rsidRPr="00CF32D9" w:rsidRDefault="00E7218C" w:rsidP="00E7218C">
      <w:pPr>
        <w:pStyle w:val="Akapitzlist"/>
        <w:numPr>
          <w:ilvl w:val="0"/>
          <w:numId w:val="10"/>
        </w:numPr>
        <w:spacing w:line="240" w:lineRule="auto"/>
        <w:contextualSpacing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t>Klauzula informacyjna - wersja, gdy dane zbierane są od osoby, której dane dotyczą</w:t>
      </w:r>
    </w:p>
    <w:p w14:paraId="57201622" w14:textId="77777777" w:rsidR="00E7218C" w:rsidRPr="00CF32D9" w:rsidRDefault="00E7218C" w:rsidP="00E7218C">
      <w:pPr>
        <w:spacing w:before="120" w:after="120" w:line="240" w:lineRule="atLeast"/>
        <w:ind w:left="360"/>
        <w:jc w:val="both"/>
        <w:rPr>
          <w:rFonts w:cs="Arial"/>
          <w:b/>
          <w:szCs w:val="18"/>
        </w:rPr>
      </w:pPr>
      <w:r w:rsidRPr="00CF32D9">
        <w:rPr>
          <w:rFonts w:cs="Arial"/>
          <w:szCs w:val="18"/>
        </w:rPr>
        <w:t>Zgodnie z art. 13 ust. 1-2 Rozporządzenia Parlamentu Europejskiego i Rady (UE) 2016/679 z dnia 27 kwietnia 2016 r. w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 xml:space="preserve"> sprawie ochrony osób fizycznych w związku z przetwarzaniem danych osobowych i w sprawie swobodnego przepływu takich danych oraz uchylenia dyrektywy 95/46/WE (ogólne rozporządzenie o ochronie danych) (dalej „</w:t>
      </w:r>
      <w:r w:rsidRPr="00CF32D9">
        <w:rPr>
          <w:rFonts w:cs="Arial"/>
          <w:b/>
          <w:szCs w:val="18"/>
        </w:rPr>
        <w:t>RODO</w:t>
      </w:r>
      <w:r w:rsidRPr="00CF32D9">
        <w:rPr>
          <w:rFonts w:cs="Arial"/>
          <w:szCs w:val="18"/>
        </w:rPr>
        <w:t xml:space="preserve">”) informujemy, że: </w:t>
      </w:r>
    </w:p>
    <w:p w14:paraId="04FDE914" w14:textId="541D188C" w:rsidR="00E7218C" w:rsidRPr="00967AEF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 w:rsidRPr="00CF32D9">
        <w:rPr>
          <w:rFonts w:cs="Arial"/>
          <w:b/>
          <w:szCs w:val="18"/>
        </w:rPr>
        <w:t xml:space="preserve">Administratorem </w:t>
      </w:r>
      <w:r>
        <w:rPr>
          <w:rFonts w:cs="Arial"/>
          <w:b/>
          <w:szCs w:val="18"/>
        </w:rPr>
        <w:t>Pani/Pana</w:t>
      </w:r>
      <w:r w:rsidRPr="00CF32D9">
        <w:rPr>
          <w:rFonts w:cs="Arial"/>
          <w:b/>
          <w:szCs w:val="18"/>
        </w:rPr>
        <w:t xml:space="preserve"> danych osobowych </w:t>
      </w:r>
      <w:r w:rsidRPr="00CF32D9">
        <w:rPr>
          <w:rFonts w:cs="Arial"/>
          <w:szCs w:val="18"/>
        </w:rPr>
        <w:t>jest</w:t>
      </w:r>
      <w:r w:rsidRPr="00CF32D9">
        <w:rPr>
          <w:rFonts w:cs="Arial"/>
          <w:b/>
          <w:szCs w:val="18"/>
        </w:rPr>
        <w:t xml:space="preserve"> </w:t>
      </w:r>
      <w:r>
        <w:rPr>
          <w:rFonts w:cs="Arial"/>
          <w:szCs w:val="18"/>
        </w:rPr>
        <w:t xml:space="preserve">PGE Dystrybucja S.A z siedzibą w Lublinie </w:t>
      </w:r>
      <w:r w:rsidRPr="00967AEF">
        <w:rPr>
          <w:rFonts w:cs="Arial"/>
          <w:szCs w:val="18"/>
        </w:rPr>
        <w:t xml:space="preserve">reprezentowana przez PGE Dystrybucja S.A. </w:t>
      </w:r>
      <w:r w:rsidR="00441F57" w:rsidRPr="00441F57">
        <w:rPr>
          <w:rFonts w:cs="Arial"/>
          <w:szCs w:val="18"/>
        </w:rPr>
        <w:t>z siedzibą w Lublinie, przy ul. Garbarska 21A, 20-340 Lublin (zwana dalej także „Spółką”)</w:t>
      </w:r>
      <w:r w:rsidR="00441F57">
        <w:rPr>
          <w:rFonts w:cs="Arial"/>
          <w:szCs w:val="18"/>
        </w:rPr>
        <w:t>.</w:t>
      </w:r>
    </w:p>
    <w:p w14:paraId="1BE345C3" w14:textId="77777777" w:rsidR="00E7218C" w:rsidRPr="00CF32D9" w:rsidRDefault="00E7218C" w:rsidP="00E7218C">
      <w:pPr>
        <w:pStyle w:val="Akapitzlist"/>
        <w:spacing w:before="120" w:after="120" w:line="240" w:lineRule="atLeast"/>
        <w:ind w:left="360"/>
        <w:jc w:val="both"/>
        <w:rPr>
          <w:rFonts w:cs="Arial"/>
          <w:szCs w:val="18"/>
        </w:rPr>
      </w:pPr>
    </w:p>
    <w:p w14:paraId="78F804BB" w14:textId="77777777" w:rsidR="00E7218C" w:rsidRPr="00D425F8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sprawie ochrony swoich danych osobowych możesz skontaktować się z </w:t>
      </w:r>
      <w:r w:rsidRPr="00CF32D9">
        <w:rPr>
          <w:rFonts w:cs="Arial"/>
          <w:b/>
          <w:szCs w:val="18"/>
        </w:rPr>
        <w:t>Inspektorem Ochrony Danych</w:t>
      </w:r>
      <w:r>
        <w:rPr>
          <w:rFonts w:cs="Arial"/>
          <w:szCs w:val="18"/>
        </w:rPr>
        <w:t xml:space="preserve"> pod emailem: dane.osobowe@pgedystrybucja.pl, l</w:t>
      </w:r>
      <w:r w:rsidRPr="00CF32D9">
        <w:rPr>
          <w:rFonts w:cs="Arial"/>
          <w:szCs w:val="18"/>
        </w:rPr>
        <w:t xml:space="preserve">ub pisemnie na adres naszej siedziby wskazany w punkcie I powyżej. </w:t>
      </w:r>
    </w:p>
    <w:p w14:paraId="5DDA714B" w14:textId="77777777" w:rsidR="00E7218C" w:rsidRPr="00D425F8" w:rsidRDefault="00E7218C" w:rsidP="00E7218C">
      <w:pPr>
        <w:spacing w:before="120" w:after="120" w:line="240" w:lineRule="atLeast"/>
        <w:jc w:val="both"/>
        <w:rPr>
          <w:rFonts w:cs="Arial"/>
          <w:szCs w:val="18"/>
        </w:rPr>
      </w:pPr>
    </w:p>
    <w:p w14:paraId="203931B9" w14:textId="77777777" w:rsidR="00E7218C" w:rsidRPr="00C254D9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jc w:val="both"/>
        <w:rPr>
          <w:rFonts w:cs="Arial"/>
          <w:szCs w:val="18"/>
        </w:rPr>
      </w:pPr>
      <w:r w:rsidRPr="00C254D9">
        <w:rPr>
          <w:rFonts w:cs="Arial"/>
          <w:b/>
          <w:szCs w:val="18"/>
        </w:rPr>
        <w:t xml:space="preserve">Cele i podstawy przetwarzania. </w:t>
      </w:r>
      <w:r>
        <w:rPr>
          <w:rFonts w:cs="Arial"/>
          <w:szCs w:val="18"/>
        </w:rPr>
        <w:t>Będziemy przetwarzać Pani/Pana</w:t>
      </w:r>
      <w:r w:rsidRPr="00C254D9">
        <w:rPr>
          <w:rFonts w:cs="Arial"/>
          <w:szCs w:val="18"/>
        </w:rPr>
        <w:t xml:space="preserve"> dane:</w:t>
      </w:r>
    </w:p>
    <w:p w14:paraId="4D355A20" w14:textId="77777777" w:rsidR="00E7218C" w:rsidRPr="00CF32D9" w:rsidRDefault="00E7218C" w:rsidP="00E7218C">
      <w:pPr>
        <w:spacing w:before="120" w:after="120" w:line="240" w:lineRule="atLeast"/>
        <w:ind w:left="360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 xml:space="preserve"> (proszę wybrać i zastosować jeden lub kilka z poniżej wskazanych wariantów, w zależności od procesu)</w:t>
      </w:r>
    </w:p>
    <w:p w14:paraId="12CF6840" w14:textId="77777777" w:rsidR="00E7218C" w:rsidRPr="00CF32D9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</w:t>
      </w:r>
      <w:r>
        <w:rPr>
          <w:rFonts w:cs="Arial"/>
          <w:szCs w:val="18"/>
        </w:rPr>
        <w:t>elu …………………, na podstawie Pani/Pana</w:t>
      </w:r>
      <w:r w:rsidRPr="00CF32D9">
        <w:rPr>
          <w:rFonts w:cs="Arial"/>
          <w:szCs w:val="18"/>
        </w:rPr>
        <w:t xml:space="preserve"> zgody (podstawa z art. 6 ust 1 lit. a RODO). </w:t>
      </w:r>
    </w:p>
    <w:p w14:paraId="39DF24EF" w14:textId="4AD009AA" w:rsidR="00E7218C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</w:t>
      </w:r>
      <w:r>
        <w:rPr>
          <w:rFonts w:cs="Arial"/>
          <w:szCs w:val="18"/>
        </w:rPr>
        <w:t xml:space="preserve">elu </w:t>
      </w:r>
      <w:r w:rsidR="00441F57" w:rsidRPr="00441F57">
        <w:rPr>
          <w:rFonts w:cs="Arial"/>
          <w:szCs w:val="18"/>
        </w:rPr>
        <w:t>podjęcia na Pani/Pana wniosek działań przed zawarciem umowy, związanych z postępowaniem o udzielenie zamówienia, zmierzających do zawarcia ze Spółką umowy</w:t>
      </w:r>
      <w:r>
        <w:rPr>
          <w:rFonts w:cs="Arial"/>
          <w:szCs w:val="18"/>
        </w:rPr>
        <w:t>, na podstawie Pani/Pana</w:t>
      </w:r>
      <w:r w:rsidRPr="00CF32D9">
        <w:rPr>
          <w:rFonts w:cs="Arial"/>
          <w:szCs w:val="18"/>
        </w:rPr>
        <w:t xml:space="preserve"> zgody (podstawa z art. 9 ust. 2 lit. a RODO). </w:t>
      </w:r>
    </w:p>
    <w:p w14:paraId="06E80A82" w14:textId="77777777" w:rsidR="00E7218C" w:rsidRPr="00CF32D9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celach archiwalnych (dowodowych) będących realizacją naszego prawnie uzasadnionego interesu zabezpieczenia informacji na wypadek prawnej potrzeby wykazania faktów (podstawa z art. 6 ust. 1 lit. f RODO) </w:t>
      </w:r>
    </w:p>
    <w:p w14:paraId="0EE7DD38" w14:textId="77777777" w:rsidR="00E7218C" w:rsidRPr="00CF32D9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celu ewentualnego ustalenia, dochodzenia lub obrony przed roszczeniami będącego realizacją naszego prawnie uzasadnionego w tym interesu (podstawa z art. 6 ust. 1 lit. f RODO)</w:t>
      </w:r>
    </w:p>
    <w:p w14:paraId="701E6576" w14:textId="77777777" w:rsidR="00E7218C" w:rsidRPr="00CF32D9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celach analitycznych (lepszego doboru usług do potrzeb naszych Klientów, ogólnej optymalizacji naszych produktów, optymalizacji procesów obsługi, budowania wiedzy o naszych Klientach, analizy finansowej naszej spółki itp.) będącego realizacją naszego prawnie uzasadnionego w tym interesu (podstawa z art. 6 ust. 1 lit. f RODO)</w:t>
      </w:r>
    </w:p>
    <w:p w14:paraId="592761F1" w14:textId="77777777" w:rsidR="00E7218C" w:rsidRPr="00CF32D9" w:rsidRDefault="00E7218C" w:rsidP="00E7218C">
      <w:pPr>
        <w:pStyle w:val="Akapitzlist"/>
        <w:numPr>
          <w:ilvl w:val="0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celu badania satysfakcji klientów będącego realizacją naszego prawnie uzasadnionego interesu określania jakości naszej obsługi oraz poziomu zadowolenia naszych Klientów z produktów i usług (podstawa z art. 6 ust. 1 lit. f RODO)</w:t>
      </w:r>
    </w:p>
    <w:p w14:paraId="56E540FA" w14:textId="77777777" w:rsidR="00E7218C" w:rsidRPr="00CF32D9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>
        <w:rPr>
          <w:rFonts w:cs="Arial"/>
          <w:b/>
          <w:szCs w:val="18"/>
        </w:rPr>
        <w:t>Będziemy przechowywać Pani/Pana</w:t>
      </w:r>
      <w:r w:rsidRPr="00CF32D9">
        <w:rPr>
          <w:rFonts w:cs="Arial"/>
          <w:b/>
          <w:szCs w:val="18"/>
        </w:rPr>
        <w:t xml:space="preserve"> dane przez okres</w:t>
      </w:r>
      <w:r w:rsidRPr="00CF32D9">
        <w:rPr>
          <w:rFonts w:cs="Arial"/>
          <w:szCs w:val="18"/>
        </w:rPr>
        <w:t>: ……………………..</w:t>
      </w:r>
    </w:p>
    <w:p w14:paraId="304A0106" w14:textId="6F72EC91" w:rsidR="00E7218C" w:rsidRPr="00D425F8" w:rsidRDefault="00E7218C" w:rsidP="00E7218C">
      <w:pPr>
        <w:pStyle w:val="Akapitzlist"/>
        <w:numPr>
          <w:ilvl w:val="0"/>
          <w:numId w:val="11"/>
        </w:numPr>
        <w:spacing w:before="120" w:after="120" w:line="240" w:lineRule="atLeast"/>
        <w:jc w:val="both"/>
        <w:rPr>
          <w:rFonts w:cs="Arial"/>
          <w:b/>
          <w:i/>
          <w:szCs w:val="18"/>
        </w:rPr>
      </w:pPr>
    </w:p>
    <w:p w14:paraId="2216039F" w14:textId="77777777" w:rsidR="00E7218C" w:rsidRPr="000362CC" w:rsidRDefault="00E7218C" w:rsidP="00E7218C">
      <w:pPr>
        <w:pStyle w:val="Akapitzlist"/>
        <w:spacing w:before="120" w:after="120" w:line="240" w:lineRule="atLeast"/>
        <w:ind w:left="1440"/>
        <w:jc w:val="both"/>
        <w:rPr>
          <w:rFonts w:cs="Arial"/>
          <w:szCs w:val="18"/>
        </w:rPr>
      </w:pPr>
      <w:r w:rsidRPr="000362CC">
        <w:rPr>
          <w:rFonts w:cs="Arial"/>
          <w:szCs w:val="18"/>
        </w:rPr>
        <w:t>Pani/Pana dane osobowe wynikające z zawarcia umowy będą przetwarzane zgodnie z okresem przedawnienia roszczeń wynikającym z przepisów prawa</w:t>
      </w:r>
    </w:p>
    <w:p w14:paraId="10587FF7" w14:textId="14D698AE" w:rsidR="00E7218C" w:rsidRPr="00D425F8" w:rsidRDefault="00E7218C" w:rsidP="00E7218C">
      <w:pPr>
        <w:pStyle w:val="Akapitzlist"/>
        <w:numPr>
          <w:ilvl w:val="0"/>
          <w:numId w:val="11"/>
        </w:numPr>
        <w:spacing w:before="120" w:after="120" w:line="240" w:lineRule="atLeast"/>
        <w:jc w:val="both"/>
        <w:rPr>
          <w:rFonts w:cs="Arial"/>
          <w:b/>
          <w:i/>
          <w:szCs w:val="18"/>
        </w:rPr>
      </w:pPr>
    </w:p>
    <w:p w14:paraId="2E31D0B1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Jeżeli nie dojdzie do zawarcia umowy w ciągu </w:t>
      </w:r>
      <w:r w:rsidRPr="00CF32D9">
        <w:rPr>
          <w:rFonts w:cs="Arial"/>
          <w:i/>
          <w:szCs w:val="18"/>
        </w:rPr>
        <w:t xml:space="preserve">(do uzupełnienia w zależności od przebiegu procesu, </w:t>
      </w:r>
      <w:r>
        <w:rPr>
          <w:rFonts w:cs="Arial"/>
          <w:i/>
          <w:szCs w:val="18"/>
        </w:rPr>
        <w:br/>
      </w:r>
      <w:r w:rsidRPr="00CF32D9">
        <w:rPr>
          <w:rFonts w:cs="Arial"/>
          <w:i/>
          <w:szCs w:val="18"/>
        </w:rPr>
        <w:t>np. dwóch miesięcy</w:t>
      </w:r>
      <w:r w:rsidRPr="00CF32D9">
        <w:rPr>
          <w:rFonts w:cs="Arial"/>
          <w:szCs w:val="18"/>
        </w:rPr>
        <w:t xml:space="preserve">) </w:t>
      </w:r>
      <w:r>
        <w:rPr>
          <w:rFonts w:cs="Arial"/>
          <w:szCs w:val="18"/>
        </w:rPr>
        <w:t>od złożenia Pani/Panu oferty, Pani/Pana</w:t>
      </w:r>
      <w:r w:rsidRPr="00CF32D9">
        <w:rPr>
          <w:rFonts w:cs="Arial"/>
          <w:szCs w:val="18"/>
        </w:rPr>
        <w:t xml:space="preserve"> dane osobowe związane z ofertą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do tej umowy zostaną niezwłocznie usunięte, z wyjątkiem danych potrzebnych do marketingu bezpośredniego.</w:t>
      </w:r>
      <w:r w:rsidRPr="00CF32D9">
        <w:rPr>
          <w:rFonts w:cs="Arial"/>
          <w:szCs w:val="18"/>
        </w:rPr>
        <w:tab/>
      </w:r>
    </w:p>
    <w:p w14:paraId="62731CE2" w14:textId="77777777" w:rsidR="00E7218C" w:rsidRPr="008A2268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8A2268">
        <w:rPr>
          <w:rFonts w:cs="Arial"/>
          <w:b/>
          <w:szCs w:val="18"/>
        </w:rPr>
        <w:t xml:space="preserve">W każdej chwili przysługuje Pani/Panu: </w:t>
      </w:r>
    </w:p>
    <w:p w14:paraId="7527EF1A" w14:textId="77777777" w:rsidR="00E7218C" w:rsidRDefault="00E7218C" w:rsidP="00E7218C">
      <w:pPr>
        <w:pStyle w:val="Akapitzlist"/>
        <w:numPr>
          <w:ilvl w:val="0"/>
          <w:numId w:val="15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 w:rsidRPr="00CF32D9">
        <w:rPr>
          <w:rFonts w:cs="Arial"/>
          <w:b/>
          <w:szCs w:val="18"/>
        </w:rPr>
        <w:t xml:space="preserve">prawo do wniesienia sprzeciwu </w:t>
      </w:r>
      <w:r>
        <w:rPr>
          <w:rFonts w:cs="Arial"/>
          <w:szCs w:val="18"/>
        </w:rPr>
        <w:t>wobec przetwarzania</w:t>
      </w:r>
      <w:r w:rsidRPr="00CF32D9">
        <w:rPr>
          <w:rFonts w:cs="Arial"/>
          <w:szCs w:val="18"/>
        </w:rPr>
        <w:t xml:space="preserve"> danych, przetwarzanych w celu i na podstawie wskazanych powyżej</w:t>
      </w:r>
      <w:r>
        <w:rPr>
          <w:rFonts w:cs="Arial"/>
          <w:szCs w:val="18"/>
        </w:rPr>
        <w:t>. Przestaniemy przetwarzać Pani/Pana</w:t>
      </w:r>
      <w:r w:rsidRPr="00CF32D9">
        <w:rPr>
          <w:rFonts w:cs="Arial"/>
          <w:szCs w:val="18"/>
        </w:rPr>
        <w:t xml:space="preserve"> dane w tych celach, chyba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że będziemy w stanie wykazać, istnieją ważne, prawnie uzasadnione podstawy,</w:t>
      </w:r>
      <w:r>
        <w:rPr>
          <w:rFonts w:cs="Arial"/>
          <w:szCs w:val="18"/>
        </w:rPr>
        <w:t xml:space="preserve"> które są nadrzędne wobec Pani/Pana</w:t>
      </w:r>
      <w:r w:rsidRPr="00CF32D9">
        <w:rPr>
          <w:rFonts w:cs="Arial"/>
          <w:szCs w:val="18"/>
        </w:rPr>
        <w:t xml:space="preserve"> inte</w:t>
      </w:r>
      <w:r>
        <w:rPr>
          <w:rFonts w:cs="Arial"/>
          <w:szCs w:val="18"/>
        </w:rPr>
        <w:t>resów, praw i wolności lub Pani/Pana</w:t>
      </w:r>
      <w:r w:rsidRPr="00CF32D9">
        <w:rPr>
          <w:rFonts w:cs="Arial"/>
          <w:szCs w:val="18"/>
        </w:rPr>
        <w:t xml:space="preserve"> dane będą nam niezbędne do ewentualnego ustalenia, dochodzenia lub obrony roszczeń.</w:t>
      </w:r>
    </w:p>
    <w:p w14:paraId="180CB2F5" w14:textId="77777777" w:rsidR="00E7218C" w:rsidRDefault="00E7218C" w:rsidP="00E7218C">
      <w:pPr>
        <w:pStyle w:val="Akapitzlist"/>
        <w:numPr>
          <w:ilvl w:val="0"/>
          <w:numId w:val="15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 w:rsidRPr="008A2268">
        <w:rPr>
          <w:rFonts w:cs="Arial"/>
          <w:b/>
          <w:szCs w:val="18"/>
        </w:rPr>
        <w:t>prawo do wniesienia sprzeciwu wobec przetwarzania</w:t>
      </w:r>
      <w:r w:rsidRPr="008A2268">
        <w:rPr>
          <w:rFonts w:cs="Arial"/>
          <w:szCs w:val="18"/>
        </w:rPr>
        <w:t xml:space="preserve"> danych w celu marketingu bezpośredniego. Jeżeli skorzystasz Pani/Pan z tego prawa – zaprzestaniemy przetwarzania danych w tym celu.</w:t>
      </w:r>
    </w:p>
    <w:p w14:paraId="3A3A13E2" w14:textId="77777777" w:rsidR="00E7218C" w:rsidRDefault="00E7218C" w:rsidP="00E7218C">
      <w:pPr>
        <w:pStyle w:val="Akapitzlist"/>
        <w:numPr>
          <w:ilvl w:val="0"/>
          <w:numId w:val="15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 w:rsidRPr="008A2268">
        <w:rPr>
          <w:rFonts w:cs="Arial"/>
          <w:b/>
          <w:szCs w:val="18"/>
        </w:rPr>
        <w:t>prawo dostępu do swoich danych</w:t>
      </w:r>
      <w:r w:rsidRPr="008A2268">
        <w:rPr>
          <w:rFonts w:cs="Arial"/>
          <w:szCs w:val="18"/>
        </w:rPr>
        <w:t xml:space="preserve"> oraz otrzymania ich kopii, do sprostowania (poprawiania) swoich danych, do usunięcia, ograniczenia lub wniesienia sprzeciwu wobec ich przetwarzania, do przenoszenia danych, </w:t>
      </w:r>
    </w:p>
    <w:p w14:paraId="61198563" w14:textId="77777777" w:rsidR="00E7218C" w:rsidRDefault="00E7218C" w:rsidP="00E7218C">
      <w:pPr>
        <w:pStyle w:val="Akapitzlist"/>
        <w:numPr>
          <w:ilvl w:val="0"/>
          <w:numId w:val="15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lastRenderedPageBreak/>
        <w:t xml:space="preserve">prawo </w:t>
      </w:r>
      <w:r w:rsidRPr="008A2268">
        <w:rPr>
          <w:rFonts w:cs="Arial"/>
          <w:b/>
          <w:szCs w:val="18"/>
        </w:rPr>
        <w:t>do wniesienia skargi</w:t>
      </w:r>
      <w:r w:rsidRPr="008A2268">
        <w:rPr>
          <w:rFonts w:cs="Arial"/>
          <w:szCs w:val="18"/>
        </w:rPr>
        <w:t xml:space="preserve"> do organu nadzorczego. </w:t>
      </w:r>
    </w:p>
    <w:p w14:paraId="2B1F2153" w14:textId="77777777" w:rsidR="00E7218C" w:rsidRPr="008A2268" w:rsidRDefault="00E7218C" w:rsidP="00E7218C">
      <w:pPr>
        <w:pStyle w:val="Akapitzlist"/>
        <w:numPr>
          <w:ilvl w:val="0"/>
          <w:numId w:val="15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</w:p>
    <w:p w14:paraId="644E3861" w14:textId="77777777" w:rsidR="00E7218C" w:rsidRPr="00D425F8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bookmarkStart w:id="1" w:name="_Hlk500337822"/>
      <w:r w:rsidRPr="00D425F8">
        <w:rPr>
          <w:rFonts w:cs="Arial"/>
          <w:b/>
          <w:szCs w:val="18"/>
        </w:rPr>
        <w:t>Odbiorcy danych</w:t>
      </w:r>
    </w:p>
    <w:p w14:paraId="27D5C92A" w14:textId="77777777" w:rsidR="00E7218C" w:rsidRPr="00CF32D9" w:rsidRDefault="00E7218C" w:rsidP="00E7218C">
      <w:pPr>
        <w:pStyle w:val="Akapitzlist"/>
        <w:spacing w:before="120" w:after="120" w:line="240" w:lineRule="atLeast"/>
        <w:ind w:left="708"/>
        <w:jc w:val="both"/>
        <w:rPr>
          <w:rFonts w:cs="Arial"/>
          <w:szCs w:val="18"/>
        </w:rPr>
      </w:pPr>
      <w:r w:rsidDel="00D73C56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Pani/Pana</w:t>
      </w:r>
      <w:r w:rsidRPr="00CF32D9">
        <w:rPr>
          <w:rFonts w:cs="Arial"/>
          <w:szCs w:val="18"/>
        </w:rPr>
        <w:t xml:space="preserve"> dane osobowe mogą zostać przekazywane następującym </w:t>
      </w:r>
      <w:r w:rsidRPr="00D425F8">
        <w:rPr>
          <w:rFonts w:cs="Arial"/>
          <w:b/>
          <w:szCs w:val="18"/>
        </w:rPr>
        <w:t xml:space="preserve">odbiorcom tj. </w:t>
      </w:r>
      <w:r w:rsidRPr="009F50C4">
        <w:rPr>
          <w:rFonts w:cs="Arial"/>
          <w:szCs w:val="18"/>
        </w:rPr>
        <w:t>podmiotowi sprawującemu uprawnienia właścicielskie wobec Spółki</w:t>
      </w:r>
      <w:r>
        <w:rPr>
          <w:rFonts w:cs="Arial"/>
          <w:szCs w:val="18"/>
        </w:rPr>
        <w:t>,</w:t>
      </w:r>
      <w:r w:rsidRPr="009F50C4">
        <w:rPr>
          <w:rFonts w:cs="Arial"/>
          <w:szCs w:val="18"/>
        </w:rPr>
        <w:t xml:space="preserve"> </w:t>
      </w:r>
      <w:r w:rsidRPr="00CF32D9">
        <w:rPr>
          <w:rFonts w:cs="Arial"/>
          <w:szCs w:val="18"/>
        </w:rPr>
        <w:t xml:space="preserve">naszym partnerom, czyli firmom, z którymi współpracujemy </w:t>
      </w:r>
      <w:r>
        <w:rPr>
          <w:rFonts w:cs="Arial"/>
          <w:szCs w:val="18"/>
        </w:rPr>
        <w:t xml:space="preserve">w zakresie realizowanych </w:t>
      </w:r>
      <w:r w:rsidRPr="00CF32D9">
        <w:rPr>
          <w:rFonts w:cs="Arial"/>
          <w:szCs w:val="18"/>
        </w:rPr>
        <w:t>usług</w:t>
      </w:r>
      <w:r>
        <w:rPr>
          <w:rFonts w:cs="Arial"/>
          <w:szCs w:val="18"/>
        </w:rPr>
        <w:t>,</w:t>
      </w:r>
      <w:r w:rsidRPr="00DF25B1">
        <w:t xml:space="preserve"> </w:t>
      </w:r>
      <w:r w:rsidRPr="00DF25B1">
        <w:rPr>
          <w:rFonts w:cs="Arial"/>
          <w:szCs w:val="18"/>
        </w:rPr>
        <w:t>realizacji obowiązków wynikających z przepisów prawa</w:t>
      </w:r>
      <w:r>
        <w:rPr>
          <w:rFonts w:cs="Arial"/>
          <w:szCs w:val="18"/>
        </w:rPr>
        <w:t xml:space="preserve">, </w:t>
      </w:r>
      <w:r w:rsidRPr="00CF32D9">
        <w:rPr>
          <w:rFonts w:cs="Arial"/>
          <w:szCs w:val="18"/>
        </w:rPr>
        <w:t xml:space="preserve"> instytucjom określonym przez przepisy prawa np. Urząd Skarbowy, ZUS,</w:t>
      </w:r>
      <w:r w:rsidRPr="00DF25B1">
        <w:t xml:space="preserve"> </w:t>
      </w:r>
      <w:r w:rsidRPr="00DF25B1">
        <w:rPr>
          <w:rFonts w:cs="Arial"/>
          <w:szCs w:val="18"/>
        </w:rPr>
        <w:t>organom</w:t>
      </w:r>
      <w:r>
        <w:rPr>
          <w:rFonts w:cs="Arial"/>
          <w:szCs w:val="18"/>
        </w:rPr>
        <w:t xml:space="preserve"> lub</w:t>
      </w:r>
      <w:r w:rsidRPr="00CF32D9">
        <w:rPr>
          <w:rFonts w:cs="Arial"/>
          <w:szCs w:val="18"/>
        </w:rPr>
        <w:t xml:space="preserve"> </w:t>
      </w:r>
      <w:r w:rsidRPr="00DF25B1">
        <w:rPr>
          <w:rFonts w:cs="Arial"/>
          <w:szCs w:val="18"/>
        </w:rPr>
        <w:t>podmiotom uprawnionym przez przepisy prawa np. policja, organy skarbowe, sąd, prokuratura, organy celne</w:t>
      </w:r>
      <w:r>
        <w:rPr>
          <w:rFonts w:cs="Arial"/>
          <w:szCs w:val="18"/>
        </w:rPr>
        <w:t xml:space="preserve"> </w:t>
      </w:r>
      <w:r w:rsidRPr="00CF32D9">
        <w:rPr>
          <w:rFonts w:cs="Arial"/>
          <w:szCs w:val="18"/>
        </w:rPr>
        <w:t>lub innym</w:t>
      </w:r>
      <w:r>
        <w:rPr>
          <w:rFonts w:cs="Arial"/>
          <w:szCs w:val="18"/>
        </w:rPr>
        <w:t xml:space="preserve"> oraz</w:t>
      </w:r>
      <w:r w:rsidRPr="00CF32D9">
        <w:rPr>
          <w:rFonts w:cs="Arial"/>
          <w:szCs w:val="18"/>
        </w:rPr>
        <w:t xml:space="preserve"> </w:t>
      </w:r>
      <w:r w:rsidRPr="00D425F8">
        <w:rPr>
          <w:rFonts w:cs="Arial"/>
          <w:b/>
          <w:szCs w:val="18"/>
        </w:rPr>
        <w:t>naszym podwykonawcom</w:t>
      </w:r>
      <w:r w:rsidRPr="00CF32D9">
        <w:rPr>
          <w:rFonts w:cs="Arial"/>
          <w:szCs w:val="18"/>
        </w:rPr>
        <w:t xml:space="preserve"> (podmiotom przetwarzającym) np. firmom księgowym, prawniczym, informatycznym,</w:t>
      </w:r>
      <w:r>
        <w:rPr>
          <w:rFonts w:cs="Arial"/>
          <w:szCs w:val="18"/>
        </w:rPr>
        <w:t>..</w:t>
      </w:r>
      <w:r w:rsidRPr="00CF32D9">
        <w:rPr>
          <w:rFonts w:cs="Arial"/>
          <w:szCs w:val="18"/>
        </w:rPr>
        <w:t>.</w:t>
      </w:r>
    </w:p>
    <w:bookmarkEnd w:id="1"/>
    <w:p w14:paraId="4F9327A0" w14:textId="77777777" w:rsidR="00E7218C" w:rsidRPr="00CF32D9" w:rsidRDefault="00E7218C" w:rsidP="00E7218C">
      <w:pPr>
        <w:spacing w:before="120" w:after="120" w:line="240" w:lineRule="atLeast"/>
        <w:ind w:left="708" w:firstLine="360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(</w:t>
      </w:r>
      <w:proofErr w:type="spellStart"/>
      <w:r>
        <w:rPr>
          <w:rFonts w:cs="Arial"/>
          <w:i/>
          <w:szCs w:val="18"/>
        </w:rPr>
        <w:t>należy</w:t>
      </w:r>
      <w:r w:rsidRPr="00CF32D9">
        <w:rPr>
          <w:rFonts w:cs="Arial"/>
          <w:i/>
          <w:szCs w:val="18"/>
        </w:rPr>
        <w:t>ę</w:t>
      </w:r>
      <w:proofErr w:type="spellEnd"/>
      <w:r w:rsidRPr="00CF32D9">
        <w:rPr>
          <w:rFonts w:cs="Arial"/>
          <w:i/>
          <w:szCs w:val="18"/>
        </w:rPr>
        <w:t xml:space="preserve"> wskazać kategorie podmiotów, którym udostępnione są dane)</w:t>
      </w:r>
    </w:p>
    <w:p w14:paraId="5B63F705" w14:textId="77777777" w:rsidR="00E7218C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8A2268">
        <w:rPr>
          <w:rFonts w:cs="Arial"/>
          <w:b/>
          <w:szCs w:val="18"/>
        </w:rPr>
        <w:t xml:space="preserve">Informacja w zakresie przekazywania danych do państw trzecich </w:t>
      </w:r>
    </w:p>
    <w:p w14:paraId="2508691D" w14:textId="77777777" w:rsidR="00E7218C" w:rsidRDefault="00E7218C" w:rsidP="00E7218C">
      <w:pPr>
        <w:pStyle w:val="Akapitzlist"/>
        <w:spacing w:before="120" w:after="120" w:line="240" w:lineRule="atLeast"/>
        <w:ind w:left="708"/>
        <w:contextualSpacing/>
        <w:jc w:val="both"/>
        <w:rPr>
          <w:rFonts w:cs="Arial"/>
          <w:color w:val="000000"/>
        </w:rPr>
      </w:pPr>
      <w:r w:rsidRPr="008A2268">
        <w:rPr>
          <w:rFonts w:cs="Arial"/>
          <w:color w:val="00000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</w:t>
      </w:r>
    </w:p>
    <w:p w14:paraId="4EB53F66" w14:textId="77777777" w:rsidR="00E7218C" w:rsidRPr="008A2268" w:rsidRDefault="00E7218C" w:rsidP="00E7218C">
      <w:p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</w:p>
    <w:p w14:paraId="1A4DF8EF" w14:textId="77777777" w:rsidR="00E7218C" w:rsidRPr="008A2268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8A2268">
        <w:rPr>
          <w:rFonts w:cs="Arial"/>
          <w:b/>
          <w:szCs w:val="18"/>
        </w:rPr>
        <w:t>W zakresie w jakim przetwarzamy Pani/Pana dane osobowe</w:t>
      </w:r>
      <w:r>
        <w:rPr>
          <w:rFonts w:cs="Arial"/>
          <w:b/>
          <w:szCs w:val="18"/>
        </w:rPr>
        <w:t xml:space="preserve"> w celu</w:t>
      </w:r>
    </w:p>
    <w:p w14:paraId="3C53AA3D" w14:textId="77777777" w:rsidR="00E7218C" w:rsidRPr="00D425F8" w:rsidRDefault="00E7218C" w:rsidP="00E7218C">
      <w:pPr>
        <w:pStyle w:val="Akapitzlist"/>
        <w:spacing w:before="120" w:after="120" w:line="240" w:lineRule="atLeast"/>
        <w:ind w:left="360"/>
        <w:contextualSpacing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Podanie danych jest dobrowolne / niezbędne do zawarcia umowy lub do wykonania innego celu związanego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 xml:space="preserve">z przetwarzaniem </w:t>
      </w:r>
      <w:r w:rsidRPr="00CF32D9">
        <w:rPr>
          <w:rFonts w:cs="Arial"/>
          <w:i/>
          <w:szCs w:val="18"/>
        </w:rPr>
        <w:t>(np. zawarcie umowy sprzedaży energii)</w:t>
      </w:r>
      <w:r w:rsidRPr="00CF32D9">
        <w:rPr>
          <w:rFonts w:cs="Arial"/>
          <w:szCs w:val="18"/>
        </w:rPr>
        <w:t xml:space="preserve"> / obowiązkowe z uwagi na art. ………………… ustawy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o ………………….</w:t>
      </w:r>
      <w:r w:rsidRPr="00CF32D9">
        <w:rPr>
          <w:rFonts w:cs="Arial"/>
          <w:i/>
          <w:szCs w:val="18"/>
        </w:rPr>
        <w:t xml:space="preserve"> </w:t>
      </w:r>
    </w:p>
    <w:p w14:paraId="70B6AF96" w14:textId="77777777" w:rsidR="00E7218C" w:rsidRPr="00CF32D9" w:rsidRDefault="00E7218C" w:rsidP="00E7218C">
      <w:pPr>
        <w:pStyle w:val="Akapitzlist"/>
        <w:spacing w:before="120" w:after="120" w:line="240" w:lineRule="atLeast"/>
        <w:ind w:left="360"/>
        <w:jc w:val="both"/>
        <w:rPr>
          <w:rFonts w:cs="Arial"/>
          <w:szCs w:val="18"/>
        </w:rPr>
      </w:pPr>
    </w:p>
    <w:p w14:paraId="2B7B0DFF" w14:textId="77777777" w:rsidR="00E7218C" w:rsidRPr="00D425F8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C254D9">
        <w:rPr>
          <w:rFonts w:cs="Arial"/>
          <w:b/>
          <w:szCs w:val="18"/>
        </w:rPr>
        <w:t>Zautomatyzowane podejmowanie decyzji</w:t>
      </w:r>
    </w:p>
    <w:p w14:paraId="2AD4B6E5" w14:textId="77777777" w:rsidR="00E7218C" w:rsidRPr="00D425F8" w:rsidRDefault="00E7218C" w:rsidP="00E7218C">
      <w:pPr>
        <w:pStyle w:val="Akapitzlist"/>
        <w:spacing w:before="120" w:after="120" w:line="240" w:lineRule="atLeast"/>
        <w:ind w:left="708"/>
        <w:jc w:val="both"/>
        <w:rPr>
          <w:rFonts w:cs="Arial"/>
          <w:b/>
          <w:szCs w:val="18"/>
        </w:rPr>
      </w:pPr>
      <w:r w:rsidRPr="00D425F8">
        <w:rPr>
          <w:rFonts w:cs="Arial"/>
          <w:szCs w:val="18"/>
        </w:rPr>
        <w:t>Informujemy, że w procesie….……..</w:t>
      </w:r>
      <w:r w:rsidRPr="00D425F8">
        <w:rPr>
          <w:rFonts w:cs="Arial"/>
          <w:i/>
          <w:szCs w:val="18"/>
        </w:rPr>
        <w:t>(do uzupełnienia)</w:t>
      </w:r>
      <w:r w:rsidRPr="00D425F8">
        <w:rPr>
          <w:rFonts w:cs="Arial"/>
          <w:szCs w:val="18"/>
        </w:rPr>
        <w:t xml:space="preserve"> </w:t>
      </w:r>
      <w:r w:rsidRPr="00D425F8">
        <w:rPr>
          <w:rFonts w:cs="Arial"/>
          <w:b/>
          <w:szCs w:val="18"/>
        </w:rPr>
        <w:t xml:space="preserve">nie podejmujemy decyzji w sposób zautomatyzowany </w:t>
      </w:r>
      <w:r>
        <w:rPr>
          <w:rFonts w:cs="Arial"/>
          <w:b/>
          <w:szCs w:val="18"/>
        </w:rPr>
        <w:br/>
      </w:r>
      <w:r w:rsidRPr="00D425F8">
        <w:rPr>
          <w:rFonts w:cs="Arial"/>
          <w:b/>
          <w:szCs w:val="18"/>
        </w:rPr>
        <w:t xml:space="preserve">i </w:t>
      </w:r>
      <w:r>
        <w:rPr>
          <w:rFonts w:cs="Arial"/>
          <w:b/>
          <w:szCs w:val="18"/>
        </w:rPr>
        <w:t>Pani/Pana</w:t>
      </w:r>
      <w:r w:rsidRPr="00D425F8">
        <w:rPr>
          <w:rFonts w:cs="Arial"/>
          <w:b/>
          <w:szCs w:val="18"/>
        </w:rPr>
        <w:t xml:space="preserve"> dane nie są profilowane.</w:t>
      </w:r>
    </w:p>
    <w:p w14:paraId="3D793F11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*niewłaściwe skreślić</w:t>
      </w:r>
    </w:p>
    <w:p w14:paraId="6F753AC7" w14:textId="77777777" w:rsidR="00E7218C" w:rsidRPr="00CF32D9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t>Zgoda oraz informacja o możliwości wycofania zgody</w:t>
      </w:r>
    </w:p>
    <w:p w14:paraId="7F5CC8B1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258C3DCA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każdej chwili </w:t>
      </w:r>
      <w:r w:rsidRPr="00D451CC">
        <w:rPr>
          <w:rFonts w:cs="Arial"/>
          <w:szCs w:val="18"/>
        </w:rPr>
        <w:t>przysługuje Pani/Panu</w:t>
      </w:r>
      <w:r w:rsidRPr="00CF32D9">
        <w:rPr>
          <w:rFonts w:cs="Arial"/>
          <w:b/>
          <w:szCs w:val="18"/>
        </w:rPr>
        <w:t xml:space="preserve"> prawo do wycofania zgody</w:t>
      </w:r>
      <w:r>
        <w:rPr>
          <w:rFonts w:cs="Arial"/>
          <w:szCs w:val="18"/>
        </w:rPr>
        <w:t xml:space="preserve"> na przetwarzanie</w:t>
      </w:r>
      <w:r w:rsidRPr="00CF32D9">
        <w:rPr>
          <w:rFonts w:cs="Arial"/>
          <w:szCs w:val="18"/>
        </w:rPr>
        <w:t xml:space="preserve"> danych osobowych, ale cofnięcie zgody nie wpływa na zgodność z prawem przetwarzania, któr</w:t>
      </w:r>
      <w:r>
        <w:rPr>
          <w:rFonts w:cs="Arial"/>
          <w:szCs w:val="18"/>
        </w:rPr>
        <w:t>ego dokonano na podstawie Pani/Pana</w:t>
      </w:r>
      <w:r w:rsidRPr="00CF32D9">
        <w:rPr>
          <w:rFonts w:cs="Arial"/>
          <w:szCs w:val="18"/>
        </w:rPr>
        <w:t xml:space="preserve"> zgody przed jej wycofaniem.</w:t>
      </w:r>
    </w:p>
    <w:p w14:paraId="102B423B" w14:textId="77777777" w:rsidR="00E7218C" w:rsidRPr="00CF32D9" w:rsidRDefault="00E7218C" w:rsidP="00E7218C">
      <w:pPr>
        <w:ind w:left="1068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elektronicznej:</w:t>
      </w:r>
    </w:p>
    <w:p w14:paraId="66988EB9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Czy wyraża</w:t>
      </w:r>
      <w:r>
        <w:rPr>
          <w:rFonts w:cs="Arial"/>
          <w:szCs w:val="18"/>
        </w:rPr>
        <w:t xml:space="preserve"> Pani/Pan zgodę na przetwarzanie</w:t>
      </w:r>
      <w:r w:rsidRPr="00CF32D9">
        <w:rPr>
          <w:rFonts w:cs="Arial"/>
          <w:szCs w:val="18"/>
        </w:rPr>
        <w:t xml:space="preserve"> danych osobowych zamieszczonych …………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nas: ………………… z siedzibą w ………………… w celu …………………?</w:t>
      </w:r>
    </w:p>
    <w:p w14:paraId="05A83F61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TAK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NIE</w:t>
      </w:r>
    </w:p>
    <w:p w14:paraId="22941C7F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2715E6B7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papierowej:</w:t>
      </w:r>
    </w:p>
    <w:p w14:paraId="0E40C543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Wyrażam / nie wyrażam</w:t>
      </w:r>
      <w:r w:rsidRPr="00CF32D9">
        <w:rPr>
          <w:rFonts w:cs="Arial"/>
          <w:szCs w:val="18"/>
          <w:vertAlign w:val="superscript"/>
        </w:rPr>
        <w:t>*</w:t>
      </w:r>
      <w:r w:rsidRPr="00CF32D9">
        <w:rPr>
          <w:rFonts w:cs="Arial"/>
          <w:szCs w:val="18"/>
        </w:rPr>
        <w:t xml:space="preserve"> zgody na przetwarzanie moich danych osobowych zamieszczonych ……………. </w:t>
      </w:r>
      <w:r>
        <w:rPr>
          <w:rFonts w:cs="Arial"/>
          <w:szCs w:val="18"/>
        </w:rPr>
        <w:br/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………………… </w:t>
      </w:r>
      <w:r w:rsidRPr="00CF32D9">
        <w:rPr>
          <w:rFonts w:cs="Arial"/>
          <w:i/>
          <w:szCs w:val="18"/>
        </w:rPr>
        <w:t xml:space="preserve">(dane administratora) </w:t>
      </w:r>
      <w:r w:rsidRPr="00CF32D9">
        <w:rPr>
          <w:rFonts w:cs="Arial"/>
          <w:szCs w:val="18"/>
        </w:rPr>
        <w:t xml:space="preserve">z siedzibą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 xml:space="preserve">w ………………… w celu ………………… </w:t>
      </w:r>
      <w:r w:rsidRPr="00CF32D9">
        <w:rPr>
          <w:rFonts w:cs="Arial"/>
          <w:i/>
          <w:szCs w:val="18"/>
        </w:rPr>
        <w:t>(do uzupełnienia)</w:t>
      </w:r>
      <w:r w:rsidRPr="00CF32D9">
        <w:rPr>
          <w:rFonts w:cs="Arial"/>
          <w:szCs w:val="18"/>
        </w:rPr>
        <w:t>.</w:t>
      </w:r>
    </w:p>
    <w:p w14:paraId="65DC5974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5160A73C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………………….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  <w:t>………………….</w:t>
      </w:r>
    </w:p>
    <w:p w14:paraId="03FC7873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Data i miejsce</w:t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  <w:t>Podpis</w:t>
      </w:r>
    </w:p>
    <w:p w14:paraId="07A58A7B" w14:textId="77777777" w:rsidR="00E7218C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74BE34B9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3FF98535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*niewłaściwe skreślić</w:t>
      </w:r>
    </w:p>
    <w:p w14:paraId="62782096" w14:textId="77777777" w:rsidR="00E7218C" w:rsidRPr="00CF32D9" w:rsidRDefault="00E7218C" w:rsidP="00E7218C">
      <w:pPr>
        <w:pStyle w:val="Akapitzlist"/>
        <w:numPr>
          <w:ilvl w:val="0"/>
          <w:numId w:val="13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t>Zgoda na przetwarzanie szczególnych kategorii danych oraz informacja o możliwości wycofania zgody</w:t>
      </w:r>
    </w:p>
    <w:p w14:paraId="35870EA2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19492529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lastRenderedPageBreak/>
        <w:t xml:space="preserve">W każdej chwili </w:t>
      </w:r>
      <w:r>
        <w:rPr>
          <w:rFonts w:cs="Arial"/>
          <w:szCs w:val="18"/>
        </w:rPr>
        <w:t>przysługuje Pani/Panu</w:t>
      </w:r>
      <w:r w:rsidRPr="00CF32D9">
        <w:rPr>
          <w:rFonts w:cs="Arial"/>
          <w:b/>
          <w:szCs w:val="18"/>
        </w:rPr>
        <w:t xml:space="preserve"> prawo do wycofania zgody</w:t>
      </w:r>
      <w:r>
        <w:rPr>
          <w:rFonts w:cs="Arial"/>
          <w:szCs w:val="18"/>
        </w:rPr>
        <w:t xml:space="preserve"> na przetwarzanie</w:t>
      </w:r>
      <w:r w:rsidRPr="00CF32D9">
        <w:rPr>
          <w:rFonts w:cs="Arial"/>
          <w:szCs w:val="18"/>
        </w:rPr>
        <w:t xml:space="preserve"> danych osobowych należących do szczególnej kategorii, ale cofnięcie zgody nie wpływa na zgodność z prawem przetwarzania, któr</w:t>
      </w:r>
      <w:r>
        <w:rPr>
          <w:rFonts w:cs="Arial"/>
          <w:szCs w:val="18"/>
        </w:rPr>
        <w:t>ego dokonano na podstawie Pani/Pana</w:t>
      </w:r>
      <w:r w:rsidRPr="00CF32D9">
        <w:rPr>
          <w:rFonts w:cs="Arial"/>
          <w:szCs w:val="18"/>
        </w:rPr>
        <w:t xml:space="preserve"> zgody przed jej wycofaniem.</w:t>
      </w:r>
    </w:p>
    <w:p w14:paraId="2623543D" w14:textId="77777777" w:rsidR="00E7218C" w:rsidRPr="00CF32D9" w:rsidRDefault="00E7218C" w:rsidP="00E7218C">
      <w:pPr>
        <w:spacing w:before="120" w:after="120"/>
        <w:ind w:left="1068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elektronicznej:</w:t>
      </w:r>
    </w:p>
    <w:p w14:paraId="3463606F" w14:textId="77777777" w:rsidR="00E7218C" w:rsidRPr="00CF32D9" w:rsidRDefault="00E7218C" w:rsidP="00E7218C">
      <w:pPr>
        <w:pStyle w:val="Akapitzlist"/>
        <w:spacing w:before="120" w:after="120"/>
        <w:ind w:left="1080"/>
        <w:jc w:val="both"/>
        <w:rPr>
          <w:rFonts w:cs="Arial"/>
          <w:szCs w:val="18"/>
        </w:rPr>
      </w:pPr>
      <w:r w:rsidRPr="00D425F8">
        <w:rPr>
          <w:rFonts w:cs="Arial"/>
          <w:b/>
          <w:szCs w:val="18"/>
        </w:rPr>
        <w:t>Czy wyraża</w:t>
      </w:r>
      <w:r>
        <w:rPr>
          <w:rFonts w:cs="Arial"/>
          <w:b/>
          <w:szCs w:val="18"/>
        </w:rPr>
        <w:t xml:space="preserve"> Pani/Pan zgodę na przetwarzanie</w:t>
      </w:r>
      <w:r w:rsidRPr="00D425F8">
        <w:rPr>
          <w:rFonts w:cs="Arial"/>
          <w:b/>
          <w:szCs w:val="18"/>
        </w:rPr>
        <w:t xml:space="preserve"> danych osobowych należących do szczególnych kategorii danych,</w:t>
      </w:r>
      <w:r w:rsidRPr="00CF32D9">
        <w:rPr>
          <w:rFonts w:cs="Arial"/>
          <w:szCs w:val="18"/>
        </w:rPr>
        <w:t xml:space="preserve"> czyli………………. </w:t>
      </w:r>
      <w:r>
        <w:rPr>
          <w:rFonts w:cs="Arial"/>
          <w:i/>
          <w:szCs w:val="18"/>
        </w:rPr>
        <w:t>(danych ujawniających Pani/Pana</w:t>
      </w:r>
      <w:r w:rsidRPr="00CF32D9">
        <w:rPr>
          <w:rFonts w:cs="Arial"/>
          <w:i/>
          <w:szCs w:val="18"/>
        </w:rPr>
        <w:t xml:space="preserve"> pochod</w:t>
      </w:r>
      <w:r>
        <w:rPr>
          <w:rFonts w:cs="Arial"/>
          <w:i/>
          <w:szCs w:val="18"/>
        </w:rPr>
        <w:t>zenie rasowe lub etniczne,</w:t>
      </w:r>
      <w:r w:rsidRPr="00CF32D9">
        <w:rPr>
          <w:rFonts w:cs="Arial"/>
          <w:i/>
          <w:szCs w:val="18"/>
        </w:rPr>
        <w:t xml:space="preserve"> poglądy polityczne, przekonania religijne lub światopoglądowe, przynależności do związków zawodowych, dane genetyczne, biometryczne w celu jednoz</w:t>
      </w:r>
      <w:r>
        <w:rPr>
          <w:rFonts w:cs="Arial"/>
          <w:i/>
          <w:szCs w:val="18"/>
        </w:rPr>
        <w:t>nacznego zidentyfikowania Pani/Pana, dane dotyczące zdrowia,</w:t>
      </w:r>
      <w:r w:rsidRPr="00CF32D9">
        <w:rPr>
          <w:rFonts w:cs="Arial"/>
          <w:i/>
          <w:szCs w:val="18"/>
        </w:rPr>
        <w:t xml:space="preserve"> seksualności lub orientacji seksualnej – proszę wskazać właściwe</w:t>
      </w:r>
      <w:r w:rsidRPr="00CF32D9">
        <w:rPr>
          <w:rFonts w:cs="Arial"/>
          <w:szCs w:val="18"/>
        </w:rPr>
        <w:t xml:space="preserve">) zamieszczonych ……..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nas: ………………… z siedzibą w ………………… w celu …………………</w:t>
      </w:r>
    </w:p>
    <w:p w14:paraId="6377459C" w14:textId="77777777" w:rsidR="00E7218C" w:rsidRPr="00CF32D9" w:rsidRDefault="00E7218C" w:rsidP="00E7218C">
      <w:pPr>
        <w:spacing w:before="120" w:after="120" w:line="240" w:lineRule="atLeast"/>
        <w:ind w:left="1068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TAK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NIE</w:t>
      </w:r>
    </w:p>
    <w:p w14:paraId="71B64FDB" w14:textId="77777777" w:rsidR="00E7218C" w:rsidRPr="00CF32D9" w:rsidRDefault="00E7218C" w:rsidP="00E7218C">
      <w:pPr>
        <w:spacing w:before="120" w:after="120" w:line="240" w:lineRule="atLeast"/>
        <w:ind w:left="1068"/>
        <w:jc w:val="both"/>
        <w:rPr>
          <w:rFonts w:cs="Arial"/>
          <w:szCs w:val="18"/>
        </w:rPr>
      </w:pPr>
    </w:p>
    <w:p w14:paraId="7A226AC2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papierowej:</w:t>
      </w:r>
    </w:p>
    <w:p w14:paraId="15668B64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szCs w:val="18"/>
        </w:rPr>
      </w:pPr>
      <w:r w:rsidRPr="00D425F8">
        <w:rPr>
          <w:rFonts w:cs="Arial"/>
          <w:b/>
          <w:szCs w:val="18"/>
        </w:rPr>
        <w:t>Wyrażam / nie wyrażam</w:t>
      </w:r>
      <w:r w:rsidRPr="00D425F8">
        <w:rPr>
          <w:rFonts w:cs="Arial"/>
          <w:b/>
          <w:szCs w:val="18"/>
          <w:vertAlign w:val="superscript"/>
        </w:rPr>
        <w:t>*</w:t>
      </w:r>
      <w:r w:rsidRPr="00D425F8">
        <w:rPr>
          <w:rFonts w:cs="Arial"/>
          <w:b/>
          <w:szCs w:val="18"/>
        </w:rPr>
        <w:t xml:space="preserve"> zgody na przetwarzanie moich danych osobowych, należących do szczególnych kategorii danych</w:t>
      </w:r>
      <w:r w:rsidRPr="00CF32D9">
        <w:rPr>
          <w:rFonts w:cs="Arial"/>
          <w:szCs w:val="18"/>
        </w:rPr>
        <w:t xml:space="preserve">, czyli ……………. </w:t>
      </w:r>
      <w:r w:rsidRPr="00CF32D9">
        <w:rPr>
          <w:rFonts w:cs="Arial"/>
          <w:i/>
          <w:szCs w:val="18"/>
        </w:rPr>
        <w:t>(danych ujawniających pochodzenie rasowe lub etniczne, poglądy polityczne, przekonania religijne lub światopoglądowe, przynależności do związków zawodowych, dane genetyczne, biometryczne w celu jednoz</w:t>
      </w:r>
      <w:r>
        <w:rPr>
          <w:rFonts w:cs="Arial"/>
          <w:i/>
          <w:szCs w:val="18"/>
        </w:rPr>
        <w:t>nacznego zidentyfikowania Pani/Pana</w:t>
      </w:r>
      <w:r w:rsidRPr="00CF32D9">
        <w:rPr>
          <w:rFonts w:cs="Arial"/>
          <w:i/>
          <w:szCs w:val="18"/>
        </w:rPr>
        <w:t>, dane dotyczące zdrowia, seksualności lub orientacji seksualnej – proszę wskazać właściwe</w:t>
      </w:r>
      <w:r w:rsidRPr="00CF32D9">
        <w:rPr>
          <w:rFonts w:cs="Arial"/>
          <w:szCs w:val="18"/>
        </w:rPr>
        <w:t xml:space="preserve">) zamieszczonych ……..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………………… </w:t>
      </w:r>
      <w:r w:rsidRPr="00CF32D9">
        <w:rPr>
          <w:rFonts w:cs="Arial"/>
          <w:i/>
          <w:szCs w:val="18"/>
        </w:rPr>
        <w:t xml:space="preserve">(dane administratora) </w:t>
      </w:r>
      <w:r w:rsidRPr="00CF32D9">
        <w:rPr>
          <w:rFonts w:cs="Arial"/>
          <w:szCs w:val="18"/>
        </w:rPr>
        <w:t xml:space="preserve">z siedzibą w ………………… w celu ………………… </w:t>
      </w:r>
      <w:r w:rsidRPr="00CF32D9">
        <w:rPr>
          <w:rFonts w:cs="Arial"/>
          <w:i/>
          <w:szCs w:val="18"/>
        </w:rPr>
        <w:t>(do uzupełnienia)</w:t>
      </w:r>
      <w:r w:rsidRPr="00CF32D9">
        <w:rPr>
          <w:rFonts w:cs="Arial"/>
          <w:szCs w:val="18"/>
        </w:rPr>
        <w:t>.</w:t>
      </w:r>
    </w:p>
    <w:p w14:paraId="19FE38FF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48DD54EB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………………….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  <w:t>………………….</w:t>
      </w:r>
    </w:p>
    <w:p w14:paraId="6E0FA3BE" w14:textId="77777777" w:rsidR="00E7218C" w:rsidRPr="00505751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Data i miejsce</w:t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  <w:t>Podpis</w:t>
      </w:r>
    </w:p>
    <w:p w14:paraId="6909B133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33DFD110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*niewłaściwe skreślić</w:t>
      </w:r>
    </w:p>
    <w:p w14:paraId="2C641CFE" w14:textId="77777777" w:rsidR="00E7218C" w:rsidRPr="00CF32D9" w:rsidRDefault="00E7218C" w:rsidP="00E7218C">
      <w:pPr>
        <w:spacing w:after="160" w:line="259" w:lineRule="auto"/>
        <w:rPr>
          <w:rFonts w:cs="Arial"/>
          <w:szCs w:val="18"/>
        </w:rPr>
      </w:pPr>
      <w:r>
        <w:rPr>
          <w:rFonts w:cs="Arial"/>
          <w:szCs w:val="18"/>
        </w:rPr>
        <w:br w:type="page"/>
      </w:r>
    </w:p>
    <w:p w14:paraId="17B90F5F" w14:textId="77777777" w:rsidR="00E7218C" w:rsidRPr="00CF32D9" w:rsidRDefault="00E7218C" w:rsidP="00E7218C">
      <w:pPr>
        <w:pStyle w:val="Akapitzlist"/>
        <w:numPr>
          <w:ilvl w:val="0"/>
          <w:numId w:val="10"/>
        </w:numPr>
        <w:spacing w:line="240" w:lineRule="auto"/>
        <w:contextualSpacing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lastRenderedPageBreak/>
        <w:t>Klauzula informacyjna -</w:t>
      </w:r>
      <w:r>
        <w:rPr>
          <w:rFonts w:cs="Arial"/>
          <w:b/>
          <w:szCs w:val="18"/>
        </w:rPr>
        <w:t xml:space="preserve"> </w:t>
      </w:r>
      <w:r w:rsidRPr="00CF32D9">
        <w:rPr>
          <w:rFonts w:cs="Arial"/>
          <w:b/>
          <w:szCs w:val="18"/>
        </w:rPr>
        <w:t>wersja, gdy dane nie są zbierane od osoby, której dane dotyczą</w:t>
      </w:r>
    </w:p>
    <w:p w14:paraId="318F73D9" w14:textId="77777777" w:rsidR="00E7218C" w:rsidRPr="00CF32D9" w:rsidRDefault="00E7218C" w:rsidP="00E7218C">
      <w:pPr>
        <w:spacing w:before="120" w:after="120" w:line="240" w:lineRule="atLeast"/>
        <w:jc w:val="both"/>
        <w:rPr>
          <w:rFonts w:cs="Arial"/>
          <w:b/>
          <w:szCs w:val="18"/>
        </w:rPr>
      </w:pPr>
      <w:r w:rsidRPr="00CF32D9">
        <w:rPr>
          <w:rFonts w:cs="Arial"/>
          <w:szCs w:val="18"/>
        </w:rPr>
        <w:t xml:space="preserve">Zgodnie z art. 14 ust. 1-2 Rozporządzenia Parlamentu Europejskiego i Rady (UE) 2016/679 z dnia 27 kwietnia 2016 r.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w sprawie ochrony osób fizycznych w związku z przetwarzaniem danych osobowych i w sprawie swobodnego przepływu takich danych oraz uchylenia dyrektywy 95/46/WE (ogólne rozporządzenie o ochronie danych) (dalej „</w:t>
      </w:r>
      <w:r w:rsidRPr="00CF32D9">
        <w:rPr>
          <w:rFonts w:cs="Arial"/>
          <w:b/>
          <w:szCs w:val="18"/>
        </w:rPr>
        <w:t>RODO</w:t>
      </w:r>
      <w:r w:rsidRPr="00CF32D9">
        <w:rPr>
          <w:rFonts w:cs="Arial"/>
          <w:szCs w:val="18"/>
        </w:rPr>
        <w:t xml:space="preserve">”) informujemy, że: </w:t>
      </w:r>
    </w:p>
    <w:p w14:paraId="06AE2BF3" w14:textId="70F6C794" w:rsidR="00E7218C" w:rsidRPr="00E7218C" w:rsidRDefault="00E7218C" w:rsidP="00E7218C">
      <w:pPr>
        <w:pStyle w:val="Akapitzlist"/>
        <w:numPr>
          <w:ilvl w:val="0"/>
          <w:numId w:val="14"/>
        </w:numPr>
        <w:rPr>
          <w:rFonts w:cs="Arial"/>
          <w:szCs w:val="18"/>
        </w:rPr>
      </w:pPr>
      <w:r w:rsidRPr="00E7218C">
        <w:rPr>
          <w:rFonts w:cs="Arial"/>
          <w:szCs w:val="18"/>
        </w:rPr>
        <w:t>Administratorem Pani/Pana danych osobowych jest PGE Dystrybucja S.A z siedzibą w Lublinie reprezentowana przez PGE Dystrybucja S.A. /Oddział………………………………………….z siedzibą (pełny adres Oddziału)………………………………….</w:t>
      </w:r>
    </w:p>
    <w:p w14:paraId="30B53446" w14:textId="70B9102B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szCs w:val="18"/>
        </w:rPr>
      </w:pPr>
      <w:r>
        <w:rPr>
          <w:rFonts w:cs="Arial"/>
          <w:szCs w:val="18"/>
        </w:rPr>
        <w:t>W sprawie ochrony</w:t>
      </w:r>
      <w:r w:rsidRPr="00CF32D9">
        <w:rPr>
          <w:rFonts w:cs="Arial"/>
          <w:szCs w:val="18"/>
        </w:rPr>
        <w:t xml:space="preserve"> dany</w:t>
      </w:r>
      <w:r>
        <w:rPr>
          <w:rFonts w:cs="Arial"/>
          <w:szCs w:val="18"/>
        </w:rPr>
        <w:t>ch osobowych może Pani/Pan</w:t>
      </w:r>
      <w:r w:rsidRPr="00CF32D9">
        <w:rPr>
          <w:rFonts w:cs="Arial"/>
          <w:szCs w:val="18"/>
        </w:rPr>
        <w:t xml:space="preserve"> skontaktować się z </w:t>
      </w:r>
      <w:r w:rsidRPr="00CF32D9">
        <w:rPr>
          <w:rFonts w:cs="Arial"/>
          <w:b/>
          <w:szCs w:val="18"/>
        </w:rPr>
        <w:t>Inspektorem Ochrony Danych</w:t>
      </w:r>
      <w:r>
        <w:rPr>
          <w:rFonts w:cs="Arial"/>
          <w:szCs w:val="18"/>
        </w:rPr>
        <w:t xml:space="preserve"> pod emailem: </w:t>
      </w:r>
      <w:hyperlink r:id="rId14" w:history="1">
        <w:r w:rsidRPr="00F634F4">
          <w:rPr>
            <w:rStyle w:val="Hipercze"/>
            <w:rFonts w:cs="Arial"/>
            <w:color w:val="auto"/>
            <w:sz w:val="18"/>
            <w:szCs w:val="18"/>
          </w:rPr>
          <w:t>dane.osobowe@pgedystrybucja.pl</w:t>
        </w:r>
      </w:hyperlink>
      <w:r>
        <w:rPr>
          <w:rFonts w:cs="Arial"/>
          <w:szCs w:val="18"/>
        </w:rPr>
        <w:t xml:space="preserve"> lub</w:t>
      </w:r>
      <w:r w:rsidRPr="00CF32D9">
        <w:rPr>
          <w:rFonts w:cs="Arial"/>
          <w:szCs w:val="18"/>
        </w:rPr>
        <w:t xml:space="preserve"> pisemnie na adres naszej siedziby wskazany w punkcie I powyżej. </w:t>
      </w:r>
    </w:p>
    <w:p w14:paraId="32A3332D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>Cel i podstawy przetwarzania. Będziemy przetwarzać Pani/Pana dane:</w:t>
      </w:r>
    </w:p>
    <w:p w14:paraId="39EF25B5" w14:textId="77777777" w:rsidR="00E7218C" w:rsidRPr="00CF32D9" w:rsidRDefault="00E7218C" w:rsidP="00E7218C">
      <w:pPr>
        <w:spacing w:before="120" w:after="120" w:line="240" w:lineRule="atLeast"/>
        <w:ind w:left="708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(proszę wybrać i zastosować jeden lub kilka z poniżej wskazanych wariantów, w zależności od procesu)</w:t>
      </w:r>
    </w:p>
    <w:p w14:paraId="26865ADC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</w:t>
      </w:r>
      <w:r>
        <w:rPr>
          <w:rFonts w:cs="Arial"/>
          <w:szCs w:val="18"/>
        </w:rPr>
        <w:t>elu …………………, na podstawie Pani/Pana</w:t>
      </w:r>
      <w:r w:rsidRPr="00CF32D9">
        <w:rPr>
          <w:rFonts w:cs="Arial"/>
          <w:szCs w:val="18"/>
        </w:rPr>
        <w:t xml:space="preserve"> zgody (podstawa z art. 6 ust 1 </w:t>
      </w:r>
      <w:r>
        <w:rPr>
          <w:rFonts w:cs="Arial"/>
          <w:szCs w:val="18"/>
        </w:rPr>
        <w:t>lit. a RODO). Zgodę może Pani/Pan</w:t>
      </w:r>
      <w:r w:rsidRPr="00CF32D9">
        <w:rPr>
          <w:rFonts w:cs="Arial"/>
          <w:szCs w:val="18"/>
        </w:rPr>
        <w:t xml:space="preserve"> wyrazić lub odmówić jej wyrażenia po zapoznaniu się z informacjami tu zawartymi w pkt XI</w:t>
      </w:r>
    </w:p>
    <w:p w14:paraId="0B58760D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</w:t>
      </w:r>
      <w:r>
        <w:rPr>
          <w:rFonts w:cs="Arial"/>
          <w:szCs w:val="18"/>
        </w:rPr>
        <w:t>elu …………………, na podstawie Pani/Pana</w:t>
      </w:r>
      <w:r w:rsidRPr="00CF32D9">
        <w:rPr>
          <w:rFonts w:cs="Arial"/>
          <w:szCs w:val="18"/>
        </w:rPr>
        <w:t xml:space="preserve"> zgody (podstawa z art. 9 u</w:t>
      </w:r>
      <w:r>
        <w:rPr>
          <w:rFonts w:cs="Arial"/>
          <w:szCs w:val="18"/>
        </w:rPr>
        <w:t xml:space="preserve">st. 2 lit. a RODO). </w:t>
      </w:r>
      <w:r>
        <w:rPr>
          <w:rFonts w:cs="Arial"/>
          <w:szCs w:val="18"/>
        </w:rPr>
        <w:br/>
        <w:t>Zgodę może Pani/Pan</w:t>
      </w:r>
      <w:r w:rsidRPr="00CF32D9">
        <w:rPr>
          <w:rFonts w:cs="Arial"/>
          <w:szCs w:val="18"/>
        </w:rPr>
        <w:t xml:space="preserve"> wyrazić lub odmówić jej wyrażenia po zapoznaniu się z informacjami tu zawartymi w pkt XII</w:t>
      </w:r>
    </w:p>
    <w:p w14:paraId="5BB5992D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celu zawarcia umowy sprzedaży energii elektrycznej (podstawa z art. 6 ust 1 lit. b RODO)</w:t>
      </w:r>
    </w:p>
    <w:p w14:paraId="60C245FC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celu wykonania i na podstawie umowy sprzedaży energii elektrycznej, gdy ją zawarliśmy (podstawa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z art. 6 ust 1 lit. b RODO)</w:t>
      </w:r>
    </w:p>
    <w:p w14:paraId="1803D14E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celach archiwalnych (dowodowych) będących realizacją naszego prawnie uzasadnionego interesu zabezpieczenia informacji na wypadek prawnej potrzeby wykazania faktów (podstawa z art. 6 ust. 1 lit. f RODO) </w:t>
      </w:r>
    </w:p>
    <w:p w14:paraId="6581615E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celu ewentualnego ustalenia, dochodzenia lub obrony przed roszczeniami będącego realizacją naszego prawnie uzasadnionego w tym interesu (podstawa z art. 6 ust. 1 lit. f RODO)</w:t>
      </w:r>
    </w:p>
    <w:p w14:paraId="2F8150A8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celach analitycznych (lepszego doboru usług do potrzeb naszych Klientów, ogólnej optymalizacji naszych produktów, optymalizacji procesów obsługi, budowania wiedzy o naszych Klientach, analizy finansowej naszej spółki itp.) będącego realizacją naszego prawnie uzasadnionego w tym interesu (podstawa z art. 6 ust. 1 lit. f RODO)</w:t>
      </w:r>
    </w:p>
    <w:p w14:paraId="0EFFFA07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w celu badania satysfakcji klientów będącego realizacją naszego prawnie uzasadnionego interesu określania jakości naszej obsługi oraz poziomu zadowolenia naszych Klientów z produktów i usług (podstawa z art. 6 ust. 1 lit. f RODO)</w:t>
      </w:r>
    </w:p>
    <w:p w14:paraId="0D278C7A" w14:textId="77777777" w:rsidR="00E7218C" w:rsidRPr="00CF32D9" w:rsidRDefault="00E7218C" w:rsidP="00E7218C">
      <w:pPr>
        <w:pStyle w:val="Akapitzlist"/>
        <w:numPr>
          <w:ilvl w:val="0"/>
          <w:numId w:val="9"/>
        </w:numPr>
        <w:spacing w:before="120" w:after="120" w:line="240" w:lineRule="atLeast"/>
        <w:jc w:val="both"/>
        <w:rPr>
          <w:rFonts w:cs="Arial"/>
          <w:b/>
          <w:szCs w:val="18"/>
        </w:rPr>
      </w:pPr>
      <w:r>
        <w:rPr>
          <w:rFonts w:cs="Arial"/>
          <w:szCs w:val="18"/>
        </w:rPr>
        <w:t xml:space="preserve">w celu oferowania Pani/Panu </w:t>
      </w:r>
      <w:r w:rsidRPr="00CF32D9">
        <w:rPr>
          <w:rFonts w:cs="Arial"/>
          <w:szCs w:val="18"/>
        </w:rPr>
        <w:t>przez nas produktów i usług bezpośrednio (marketing bezpośredni),</w:t>
      </w:r>
      <w:r w:rsidRPr="00CF32D9">
        <w:rPr>
          <w:rFonts w:cs="Arial"/>
          <w:color w:val="0070C0"/>
          <w:szCs w:val="18"/>
        </w:rPr>
        <w:t xml:space="preserve"> </w:t>
      </w:r>
      <w:r w:rsidRPr="00CF32D9">
        <w:rPr>
          <w:rFonts w:cs="Arial"/>
          <w:szCs w:val="18"/>
        </w:rPr>
        <w:t>w tym</w:t>
      </w:r>
      <w:r>
        <w:rPr>
          <w:rFonts w:cs="Arial"/>
          <w:szCs w:val="18"/>
        </w:rPr>
        <w:t xml:space="preserve"> dobierania ich pod kątem Pani/Pana</w:t>
      </w:r>
      <w:r w:rsidRPr="00CF32D9">
        <w:rPr>
          <w:rFonts w:cs="Arial"/>
          <w:szCs w:val="18"/>
        </w:rPr>
        <w:t xml:space="preserve"> potrzeb, czyli profilowania, będącego realizacją naszego prawnie uzasadnionego w tym interesu (podstawa z art. 6 ust. 1 lit. f RODO)</w:t>
      </w:r>
    </w:p>
    <w:p w14:paraId="4144E50F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CF32D9">
        <w:rPr>
          <w:rFonts w:cs="Arial"/>
          <w:szCs w:val="18"/>
        </w:rPr>
        <w:t xml:space="preserve">Będziemy </w:t>
      </w:r>
      <w:r>
        <w:rPr>
          <w:rFonts w:cs="Arial"/>
          <w:b/>
          <w:szCs w:val="18"/>
        </w:rPr>
        <w:t>przechowywać Pani/Pana</w:t>
      </w:r>
      <w:r w:rsidRPr="00CF32D9">
        <w:rPr>
          <w:rFonts w:cs="Arial"/>
          <w:b/>
          <w:szCs w:val="18"/>
        </w:rPr>
        <w:t xml:space="preserve"> dane przez okres</w:t>
      </w:r>
      <w:r w:rsidRPr="00CF32D9">
        <w:rPr>
          <w:rFonts w:cs="Arial"/>
          <w:szCs w:val="18"/>
        </w:rPr>
        <w:t>: ……………………..</w:t>
      </w:r>
    </w:p>
    <w:p w14:paraId="0B1447E5" w14:textId="77777777" w:rsidR="00E7218C" w:rsidRPr="00CF32D9" w:rsidRDefault="00E7218C" w:rsidP="00E7218C">
      <w:pPr>
        <w:spacing w:before="120" w:after="120" w:line="240" w:lineRule="atLeast"/>
        <w:ind w:left="708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(Proszę wskazać odpowiedni okres przechowywania danych dla danego procesu, np. zgodnie z odpowiednimi przepisami prawa w szczególności prawa pracy, lub posiłkując się którymś z poniższych przykładów)</w:t>
      </w:r>
    </w:p>
    <w:p w14:paraId="2416CEB2" w14:textId="77777777" w:rsidR="00E7218C" w:rsidRPr="00D425F8" w:rsidRDefault="00E7218C" w:rsidP="00E7218C">
      <w:pPr>
        <w:pStyle w:val="Akapitzlist"/>
        <w:numPr>
          <w:ilvl w:val="0"/>
          <w:numId w:val="12"/>
        </w:numPr>
        <w:spacing w:before="120" w:after="120" w:line="240" w:lineRule="atLeast"/>
        <w:contextualSpacing/>
        <w:jc w:val="both"/>
        <w:rPr>
          <w:rFonts w:cs="Arial"/>
          <w:b/>
          <w:i/>
          <w:szCs w:val="18"/>
        </w:rPr>
      </w:pPr>
      <w:r w:rsidRPr="00D425F8">
        <w:rPr>
          <w:rFonts w:cs="Arial"/>
          <w:b/>
          <w:i/>
          <w:szCs w:val="18"/>
        </w:rPr>
        <w:t>Przykład dla danych przetwarzanych w związku z zawarciem umowy:</w:t>
      </w:r>
    </w:p>
    <w:p w14:paraId="1A04467A" w14:textId="77777777" w:rsidR="00E7218C" w:rsidRPr="000362CC" w:rsidRDefault="00E7218C" w:rsidP="00E7218C">
      <w:pPr>
        <w:spacing w:before="120" w:after="120" w:line="240" w:lineRule="atLeast"/>
        <w:ind w:left="710"/>
        <w:jc w:val="both"/>
        <w:rPr>
          <w:rFonts w:cs="Arial"/>
          <w:i/>
          <w:szCs w:val="18"/>
        </w:rPr>
      </w:pPr>
      <w:r w:rsidRPr="000362CC">
        <w:rPr>
          <w:rFonts w:cs="Arial"/>
          <w:szCs w:val="18"/>
        </w:rPr>
        <w:t>Pani/Pana dane osobowe wynikające z zawarcia umowy będą przetwarzane zgodnie z okresem przedawnienia roszczeń wynikającym z przepisów prawa</w:t>
      </w:r>
    </w:p>
    <w:p w14:paraId="3110788F" w14:textId="77777777" w:rsidR="00E7218C" w:rsidRPr="00D425F8" w:rsidRDefault="00E7218C" w:rsidP="00E7218C">
      <w:pPr>
        <w:pStyle w:val="Akapitzlist"/>
        <w:numPr>
          <w:ilvl w:val="0"/>
          <w:numId w:val="12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D425F8">
        <w:rPr>
          <w:rFonts w:cs="Arial"/>
          <w:b/>
          <w:i/>
          <w:szCs w:val="18"/>
        </w:rPr>
        <w:t>Przykład dla danych przetwarzanych na podstawie zgody:</w:t>
      </w:r>
    </w:p>
    <w:p w14:paraId="5FEDCF4D" w14:textId="77777777" w:rsidR="00E7218C" w:rsidRPr="00CF32D9" w:rsidRDefault="00E7218C" w:rsidP="00E7218C">
      <w:pPr>
        <w:spacing w:before="120" w:after="120" w:line="240" w:lineRule="atLeast"/>
        <w:ind w:left="708"/>
        <w:jc w:val="both"/>
        <w:rPr>
          <w:rFonts w:cs="Arial"/>
          <w:i/>
          <w:szCs w:val="18"/>
        </w:rPr>
      </w:pPr>
      <w:r w:rsidRPr="00CF32D9">
        <w:rPr>
          <w:rFonts w:cs="Arial"/>
          <w:szCs w:val="18"/>
        </w:rPr>
        <w:t xml:space="preserve">Dane </w:t>
      </w:r>
      <w:r>
        <w:rPr>
          <w:rFonts w:cs="Arial"/>
          <w:szCs w:val="18"/>
        </w:rPr>
        <w:t>przetwarzane na podstawie Pani/Pana</w:t>
      </w:r>
      <w:r w:rsidRPr="00CF32D9">
        <w:rPr>
          <w:rFonts w:cs="Arial"/>
          <w:szCs w:val="18"/>
        </w:rPr>
        <w:t xml:space="preserve"> zgody możemy przetwarzać do czasu, aż wycofasz swoją zgodę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lub ustalimy, że się zdezaktualizowały</w:t>
      </w:r>
    </w:p>
    <w:p w14:paraId="4136B682" w14:textId="77777777" w:rsidR="00E7218C" w:rsidRPr="00D425F8" w:rsidRDefault="00E7218C" w:rsidP="00E7218C">
      <w:pPr>
        <w:pStyle w:val="Akapitzlist"/>
        <w:numPr>
          <w:ilvl w:val="0"/>
          <w:numId w:val="12"/>
        </w:numPr>
        <w:spacing w:before="120" w:after="120" w:line="240" w:lineRule="atLeast"/>
        <w:contextualSpacing/>
        <w:jc w:val="both"/>
        <w:rPr>
          <w:rFonts w:cs="Arial"/>
          <w:b/>
          <w:i/>
          <w:szCs w:val="18"/>
        </w:rPr>
      </w:pPr>
      <w:r w:rsidRPr="00D425F8">
        <w:rPr>
          <w:rFonts w:cs="Arial"/>
          <w:b/>
          <w:i/>
          <w:szCs w:val="18"/>
        </w:rPr>
        <w:t>Przykład dla danych przetwarzanych w procesie zawarcia umowy:</w:t>
      </w:r>
    </w:p>
    <w:p w14:paraId="6B046487" w14:textId="77777777" w:rsidR="00E7218C" w:rsidRPr="00CF32D9" w:rsidRDefault="00E7218C" w:rsidP="00E7218C">
      <w:pPr>
        <w:spacing w:before="120" w:after="120" w:line="240" w:lineRule="atLeast"/>
        <w:ind w:left="710"/>
        <w:jc w:val="both"/>
        <w:rPr>
          <w:rFonts w:cs="Arial"/>
          <w:i/>
          <w:szCs w:val="18"/>
        </w:rPr>
      </w:pPr>
      <w:r w:rsidRPr="00CF32D9">
        <w:rPr>
          <w:rFonts w:cs="Arial"/>
          <w:szCs w:val="18"/>
        </w:rPr>
        <w:t xml:space="preserve">Jeżeli nie dojdzie do zawarcia umowy w ciągu </w:t>
      </w:r>
      <w:r w:rsidRPr="00CF32D9">
        <w:rPr>
          <w:rFonts w:cs="Arial"/>
          <w:i/>
          <w:szCs w:val="18"/>
        </w:rPr>
        <w:t>(do uzupełnienia w zależności od przebiegu procesu, np. dwóch miesięcy</w:t>
      </w:r>
      <w:r>
        <w:rPr>
          <w:rFonts w:cs="Arial"/>
          <w:szCs w:val="18"/>
        </w:rPr>
        <w:t>) od złożenia Pani/Panu przez nas oferty, Pani/Pana</w:t>
      </w:r>
      <w:r w:rsidRPr="00CF32D9">
        <w:rPr>
          <w:rFonts w:cs="Arial"/>
          <w:szCs w:val="18"/>
        </w:rPr>
        <w:t xml:space="preserve"> dane osobowe związane z ofertą do tej umowy zostaną niezwłocznie usunięte, z wyjątkiem danych potrzebnych do marketingu bezpośredniego.</w:t>
      </w:r>
      <w:r w:rsidRPr="00CF32D9">
        <w:rPr>
          <w:rFonts w:cs="Arial"/>
          <w:szCs w:val="18"/>
        </w:rPr>
        <w:tab/>
      </w:r>
    </w:p>
    <w:p w14:paraId="22917DF0" w14:textId="77777777" w:rsidR="00E7218C" w:rsidRDefault="00E7218C" w:rsidP="00E7218C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W każdej chwili przysługuje Pani/Panu:</w:t>
      </w:r>
    </w:p>
    <w:p w14:paraId="4299336F" w14:textId="77777777" w:rsidR="00E7218C" w:rsidRDefault="00E7218C" w:rsidP="00E7218C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cs="Arial"/>
          <w:szCs w:val="18"/>
        </w:rPr>
      </w:pPr>
      <w:r w:rsidRPr="00CF32D9">
        <w:rPr>
          <w:rFonts w:cs="Arial"/>
          <w:b/>
          <w:szCs w:val="18"/>
        </w:rPr>
        <w:lastRenderedPageBreak/>
        <w:t>prawo do wniesienia sprzeciwu</w:t>
      </w:r>
      <w:r>
        <w:rPr>
          <w:rFonts w:cs="Arial"/>
          <w:szCs w:val="18"/>
        </w:rPr>
        <w:t xml:space="preserve"> wobec przetwarzania</w:t>
      </w:r>
      <w:r w:rsidRPr="00CF32D9">
        <w:rPr>
          <w:rFonts w:cs="Arial"/>
          <w:szCs w:val="18"/>
        </w:rPr>
        <w:t xml:space="preserve"> danych przetwarzanych w celu i na podstawie wskazanych powyżej</w:t>
      </w:r>
      <w:r>
        <w:rPr>
          <w:rFonts w:cs="Arial"/>
          <w:szCs w:val="18"/>
        </w:rPr>
        <w:t>. Przestaniemy przetwarzać Pani/Pana</w:t>
      </w:r>
      <w:r w:rsidRPr="00CF32D9">
        <w:rPr>
          <w:rFonts w:cs="Arial"/>
          <w:szCs w:val="18"/>
        </w:rPr>
        <w:t xml:space="preserve"> dane w tych celach, chyba że będziemy w stanie </w:t>
      </w:r>
      <w:r>
        <w:rPr>
          <w:rFonts w:cs="Arial"/>
          <w:szCs w:val="18"/>
        </w:rPr>
        <w:t>wykazać, że w stosunku do Pani/Pana</w:t>
      </w:r>
      <w:r w:rsidRPr="00CF32D9">
        <w:rPr>
          <w:rFonts w:cs="Arial"/>
          <w:szCs w:val="18"/>
        </w:rPr>
        <w:t xml:space="preserve"> danych istnieją dla nas ważne prawnie uzasadnione podstawy,</w:t>
      </w:r>
      <w:r>
        <w:rPr>
          <w:rFonts w:cs="Arial"/>
          <w:szCs w:val="18"/>
        </w:rPr>
        <w:t xml:space="preserve"> które są nadrzędne wobec Pani/Pana</w:t>
      </w:r>
      <w:r w:rsidRPr="00CF32D9">
        <w:rPr>
          <w:rFonts w:cs="Arial"/>
          <w:szCs w:val="18"/>
        </w:rPr>
        <w:t xml:space="preserve"> inte</w:t>
      </w:r>
      <w:r>
        <w:rPr>
          <w:rFonts w:cs="Arial"/>
          <w:szCs w:val="18"/>
        </w:rPr>
        <w:t>resów, praw i wolności lub Pani/Pana</w:t>
      </w:r>
      <w:r w:rsidRPr="00CF32D9">
        <w:rPr>
          <w:rFonts w:cs="Arial"/>
          <w:szCs w:val="18"/>
        </w:rPr>
        <w:t xml:space="preserve"> dane będą nam niezbędne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do ewentualnego ustalenia, dochodzenia lub obrony roszczeń.</w:t>
      </w:r>
    </w:p>
    <w:p w14:paraId="0A56FB99" w14:textId="77777777" w:rsidR="00E7218C" w:rsidRPr="00413FB3" w:rsidRDefault="00E7218C" w:rsidP="00E7218C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cs="Arial"/>
          <w:szCs w:val="18"/>
        </w:rPr>
      </w:pPr>
      <w:r w:rsidRPr="00413FB3">
        <w:rPr>
          <w:rFonts w:cs="Arial"/>
          <w:b/>
          <w:bCs/>
          <w:color w:val="000000"/>
          <w:szCs w:val="18"/>
        </w:rPr>
        <w:t>prawo żądania dostępu do swoich danych osobowych</w:t>
      </w:r>
      <w:r w:rsidRPr="00413FB3">
        <w:rPr>
          <w:rFonts w:cs="Arial"/>
          <w:color w:val="000000"/>
          <w:szCs w:val="18"/>
        </w:rPr>
        <w:t xml:space="preserve"> oraz otrzymania ich kopii, prawo żądania </w:t>
      </w:r>
      <w:r>
        <w:rPr>
          <w:rFonts w:cs="Arial"/>
          <w:color w:val="000000"/>
          <w:szCs w:val="18"/>
        </w:rPr>
        <w:br/>
      </w:r>
      <w:r w:rsidRPr="00413FB3">
        <w:rPr>
          <w:rFonts w:cs="Arial"/>
          <w:color w:val="000000"/>
          <w:szCs w:val="18"/>
        </w:rPr>
        <w:t xml:space="preserve">ich </w:t>
      </w:r>
      <w:r w:rsidRPr="00413FB3">
        <w:rPr>
          <w:rFonts w:cs="Arial"/>
          <w:b/>
          <w:bCs/>
          <w:color w:val="000000"/>
          <w:szCs w:val="18"/>
        </w:rPr>
        <w:t>sprostowania</w:t>
      </w:r>
      <w:r w:rsidRPr="00413FB3">
        <w:rPr>
          <w:rFonts w:cs="Arial"/>
          <w:color w:val="000000"/>
          <w:szCs w:val="18"/>
        </w:rPr>
        <w:t xml:space="preserve"> (poprawiania), </w:t>
      </w:r>
      <w:r w:rsidRPr="00413FB3">
        <w:rPr>
          <w:rFonts w:cs="Arial"/>
          <w:b/>
          <w:bCs/>
          <w:color w:val="000000"/>
          <w:szCs w:val="18"/>
        </w:rPr>
        <w:t>usunięcia lub ograniczenia przetwarzania</w:t>
      </w:r>
      <w:r w:rsidRPr="00413FB3">
        <w:rPr>
          <w:rFonts w:cs="Arial"/>
          <w:color w:val="000000"/>
          <w:szCs w:val="18"/>
        </w:rPr>
        <w:t xml:space="preserve"> swoich danych osobowych, </w:t>
      </w:r>
      <w:r>
        <w:rPr>
          <w:rFonts w:cs="Arial"/>
          <w:color w:val="000000"/>
          <w:szCs w:val="18"/>
        </w:rPr>
        <w:br/>
      </w:r>
      <w:r w:rsidRPr="00413FB3">
        <w:rPr>
          <w:rFonts w:cs="Arial"/>
          <w:color w:val="000000"/>
          <w:szCs w:val="18"/>
        </w:rPr>
        <w:t xml:space="preserve">a także prawo do </w:t>
      </w:r>
      <w:r w:rsidRPr="00413FB3">
        <w:rPr>
          <w:rFonts w:cs="Arial"/>
          <w:b/>
          <w:bCs/>
          <w:color w:val="000000"/>
          <w:szCs w:val="18"/>
        </w:rPr>
        <w:t xml:space="preserve">przenoszenia </w:t>
      </w:r>
      <w:r w:rsidRPr="00413FB3">
        <w:rPr>
          <w:rFonts w:cs="Arial"/>
          <w:color w:val="000000"/>
          <w:szCs w:val="18"/>
        </w:rPr>
        <w:t>swoich danych osobowych.</w:t>
      </w:r>
    </w:p>
    <w:p w14:paraId="45FEE0FE" w14:textId="77777777" w:rsidR="00E7218C" w:rsidRPr="00413FB3" w:rsidRDefault="00E7218C" w:rsidP="00E7218C">
      <w:pPr>
        <w:spacing w:after="100" w:afterAutospacing="1"/>
        <w:rPr>
          <w:rFonts w:cs="Arial"/>
          <w:color w:val="000000"/>
          <w:szCs w:val="18"/>
        </w:rPr>
      </w:pPr>
      <w:r w:rsidRPr="00413FB3">
        <w:rPr>
          <w:rFonts w:cs="Arial"/>
          <w:color w:val="000000"/>
          <w:szCs w:val="18"/>
        </w:rPr>
        <w:t xml:space="preserve">Wnioski w w/w zakresie można przesłać na adresy wskazane w pkt II powyżej. Aby mieć pewność że jest Pani/Pan uprawniony do złożenia wniosku w w/w sprawach, możemy prosić o podanie dodatkowych informacji pozwalających </w:t>
      </w:r>
      <w:r>
        <w:rPr>
          <w:rFonts w:cs="Arial"/>
          <w:color w:val="000000"/>
          <w:szCs w:val="18"/>
        </w:rPr>
        <w:br/>
      </w:r>
      <w:r w:rsidRPr="00413FB3">
        <w:rPr>
          <w:rFonts w:cs="Arial"/>
          <w:color w:val="000000"/>
          <w:szCs w:val="18"/>
        </w:rPr>
        <w:t>na uwierzytelnienie Pani/Pana tożsamości. Zakres każdego z tych praw oraz sytuacje, w których można z nich skorzystać, wynikają z przepisów prawa – RODO.</w:t>
      </w:r>
    </w:p>
    <w:p w14:paraId="5E0A43E4" w14:textId="77777777" w:rsidR="00E7218C" w:rsidRPr="00413FB3" w:rsidRDefault="00E7218C" w:rsidP="00E7218C">
      <w:pPr>
        <w:pStyle w:val="Akapitzlist"/>
        <w:numPr>
          <w:ilvl w:val="0"/>
          <w:numId w:val="16"/>
        </w:numPr>
        <w:spacing w:before="100" w:beforeAutospacing="1" w:after="75"/>
        <w:rPr>
          <w:rFonts w:cs="Arial"/>
          <w:color w:val="000000"/>
          <w:szCs w:val="18"/>
        </w:rPr>
      </w:pPr>
      <w:r w:rsidRPr="00413FB3">
        <w:rPr>
          <w:rFonts w:cs="Arial"/>
          <w:color w:val="000000"/>
          <w:szCs w:val="18"/>
        </w:rPr>
        <w:t xml:space="preserve">prawo do </w:t>
      </w:r>
      <w:r w:rsidRPr="00413FB3">
        <w:rPr>
          <w:rFonts w:cs="Arial"/>
          <w:b/>
          <w:bCs/>
          <w:color w:val="000000"/>
          <w:szCs w:val="18"/>
        </w:rPr>
        <w:t>wniesienia skargi</w:t>
      </w:r>
      <w:r w:rsidRPr="00413FB3">
        <w:rPr>
          <w:rFonts w:cs="Arial"/>
          <w:color w:val="000000"/>
          <w:szCs w:val="18"/>
        </w:rPr>
        <w:t xml:space="preserve"> do organu nadzorczego, tj. Prezesa Urzędu Ochrony Danych Osobowych.</w:t>
      </w:r>
    </w:p>
    <w:p w14:paraId="4ADB76F1" w14:textId="77777777" w:rsidR="00E7218C" w:rsidRDefault="00E7218C" w:rsidP="00E7218C">
      <w:pPr>
        <w:pStyle w:val="Akapitzlist"/>
        <w:spacing w:before="120" w:after="120" w:line="240" w:lineRule="auto"/>
        <w:ind w:left="1080"/>
        <w:jc w:val="both"/>
        <w:rPr>
          <w:rFonts w:cs="Arial"/>
          <w:szCs w:val="18"/>
        </w:rPr>
      </w:pPr>
    </w:p>
    <w:p w14:paraId="606ED1B7" w14:textId="77777777" w:rsidR="00E7218C" w:rsidRPr="00D425F8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D425F8">
        <w:rPr>
          <w:rFonts w:cs="Arial"/>
          <w:b/>
          <w:szCs w:val="18"/>
        </w:rPr>
        <w:t>Odbiorcy danych</w:t>
      </w:r>
    </w:p>
    <w:p w14:paraId="16705557" w14:textId="77777777" w:rsidR="00E7218C" w:rsidRPr="00CF32D9" w:rsidRDefault="00E7218C" w:rsidP="00E7218C">
      <w:pPr>
        <w:spacing w:before="120" w:after="120" w:line="240" w:lineRule="atLeast"/>
        <w:ind w:firstLine="708"/>
        <w:jc w:val="both"/>
        <w:rPr>
          <w:rFonts w:cs="Arial"/>
          <w:i/>
          <w:szCs w:val="18"/>
        </w:rPr>
      </w:pPr>
      <w:r w:rsidDel="00D73C56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Pani/Pana</w:t>
      </w:r>
      <w:r w:rsidRPr="00CF32D9">
        <w:rPr>
          <w:rFonts w:cs="Arial"/>
          <w:szCs w:val="18"/>
        </w:rPr>
        <w:t xml:space="preserve"> dane osobowe mogą zostać przekazywane następującym </w:t>
      </w:r>
      <w:r w:rsidRPr="00D425F8">
        <w:rPr>
          <w:rFonts w:cs="Arial"/>
          <w:b/>
          <w:szCs w:val="18"/>
        </w:rPr>
        <w:t xml:space="preserve">odbiorcom tj. </w:t>
      </w:r>
      <w:r w:rsidRPr="009F50C4">
        <w:rPr>
          <w:rFonts w:cs="Arial"/>
          <w:szCs w:val="18"/>
        </w:rPr>
        <w:t>podmiotowi sprawującemu uprawnienia właścicielskie wobec Spółki</w:t>
      </w:r>
      <w:r>
        <w:rPr>
          <w:rFonts w:cs="Arial"/>
          <w:szCs w:val="18"/>
        </w:rPr>
        <w:t>,</w:t>
      </w:r>
      <w:r w:rsidRPr="009F50C4">
        <w:rPr>
          <w:rFonts w:cs="Arial"/>
          <w:szCs w:val="18"/>
        </w:rPr>
        <w:t xml:space="preserve"> </w:t>
      </w:r>
      <w:r w:rsidRPr="00CF32D9">
        <w:rPr>
          <w:rFonts w:cs="Arial"/>
          <w:szCs w:val="18"/>
        </w:rPr>
        <w:t xml:space="preserve">naszym partnerom, czyli firmom, z którymi współpracujemy </w:t>
      </w:r>
      <w:r>
        <w:rPr>
          <w:rFonts w:cs="Arial"/>
          <w:szCs w:val="18"/>
        </w:rPr>
        <w:t xml:space="preserve">w zakresie realizowanych </w:t>
      </w:r>
      <w:r w:rsidRPr="00CF32D9">
        <w:rPr>
          <w:rFonts w:cs="Arial"/>
          <w:szCs w:val="18"/>
        </w:rPr>
        <w:t>usług</w:t>
      </w:r>
      <w:r>
        <w:rPr>
          <w:rFonts w:cs="Arial"/>
          <w:szCs w:val="18"/>
        </w:rPr>
        <w:t>,</w:t>
      </w:r>
      <w:r w:rsidRPr="00DF25B1">
        <w:t xml:space="preserve"> </w:t>
      </w:r>
      <w:r w:rsidRPr="00DF25B1">
        <w:rPr>
          <w:rFonts w:cs="Arial"/>
          <w:szCs w:val="18"/>
        </w:rPr>
        <w:t>realizacji obowiązków wynikających z przepisów prawa</w:t>
      </w:r>
      <w:r>
        <w:rPr>
          <w:rFonts w:cs="Arial"/>
          <w:szCs w:val="18"/>
        </w:rPr>
        <w:t xml:space="preserve">, </w:t>
      </w:r>
      <w:r w:rsidRPr="00CF32D9">
        <w:rPr>
          <w:rFonts w:cs="Arial"/>
          <w:szCs w:val="18"/>
        </w:rPr>
        <w:t xml:space="preserve"> instytucjom określonym przez przepisy prawa np. Urząd Skarbowy, ZUS,</w:t>
      </w:r>
      <w:r w:rsidRPr="00DF25B1">
        <w:t xml:space="preserve"> </w:t>
      </w:r>
      <w:r w:rsidRPr="00DF25B1">
        <w:rPr>
          <w:rFonts w:cs="Arial"/>
          <w:szCs w:val="18"/>
        </w:rPr>
        <w:t>organom</w:t>
      </w:r>
      <w:r>
        <w:rPr>
          <w:rFonts w:cs="Arial"/>
          <w:szCs w:val="18"/>
        </w:rPr>
        <w:t xml:space="preserve"> lub</w:t>
      </w:r>
      <w:r w:rsidRPr="00CF32D9">
        <w:rPr>
          <w:rFonts w:cs="Arial"/>
          <w:szCs w:val="18"/>
        </w:rPr>
        <w:t xml:space="preserve"> </w:t>
      </w:r>
      <w:r w:rsidRPr="00DF25B1">
        <w:rPr>
          <w:rFonts w:cs="Arial"/>
          <w:szCs w:val="18"/>
        </w:rPr>
        <w:t>podmiotom uprawnionym przez przepisy prawa np. policja, organy skarbowe, sąd, prokuratura, organy celne</w:t>
      </w:r>
      <w:r>
        <w:rPr>
          <w:rFonts w:cs="Arial"/>
          <w:szCs w:val="18"/>
        </w:rPr>
        <w:t xml:space="preserve"> </w:t>
      </w:r>
      <w:r w:rsidRPr="00CF32D9">
        <w:rPr>
          <w:rFonts w:cs="Arial"/>
          <w:szCs w:val="18"/>
        </w:rPr>
        <w:t>lub innym</w:t>
      </w:r>
      <w:r>
        <w:rPr>
          <w:rFonts w:cs="Arial"/>
          <w:szCs w:val="18"/>
        </w:rPr>
        <w:t xml:space="preserve"> oraz</w:t>
      </w:r>
      <w:r w:rsidRPr="00CF32D9">
        <w:rPr>
          <w:rFonts w:cs="Arial"/>
          <w:szCs w:val="18"/>
        </w:rPr>
        <w:t xml:space="preserve"> </w:t>
      </w:r>
      <w:r w:rsidRPr="00D425F8">
        <w:rPr>
          <w:rFonts w:cs="Arial"/>
          <w:b/>
          <w:szCs w:val="18"/>
        </w:rPr>
        <w:t>naszym podwykonawcom</w:t>
      </w:r>
      <w:r w:rsidRPr="00CF32D9">
        <w:rPr>
          <w:rFonts w:cs="Arial"/>
          <w:szCs w:val="18"/>
        </w:rPr>
        <w:t xml:space="preserve"> (podmiotom przetwarzającym) np. firmom księgowym, prawniczym, informatycznym, </w:t>
      </w:r>
      <w:r>
        <w:rPr>
          <w:rFonts w:cs="Arial"/>
          <w:szCs w:val="18"/>
        </w:rPr>
        <w:t>…</w:t>
      </w:r>
      <w:r w:rsidRPr="00CF32D9">
        <w:rPr>
          <w:rFonts w:cs="Arial"/>
          <w:i/>
          <w:szCs w:val="18"/>
        </w:rPr>
        <w:t>(</w:t>
      </w:r>
      <w:r>
        <w:rPr>
          <w:rFonts w:cs="Arial"/>
          <w:i/>
          <w:szCs w:val="18"/>
        </w:rPr>
        <w:t>należy</w:t>
      </w:r>
      <w:r w:rsidRPr="00CF32D9">
        <w:rPr>
          <w:rFonts w:cs="Arial"/>
          <w:i/>
          <w:szCs w:val="18"/>
        </w:rPr>
        <w:t xml:space="preserve"> wskazać kategorie podmiotów, którym udostępnione są dane)</w:t>
      </w:r>
    </w:p>
    <w:p w14:paraId="6E86A7BF" w14:textId="77777777" w:rsidR="00E7218C" w:rsidRPr="00CF32D9" w:rsidRDefault="00E7218C" w:rsidP="00E7218C">
      <w:pPr>
        <w:pStyle w:val="Akapitzlist"/>
        <w:spacing w:before="120" w:after="120" w:line="240" w:lineRule="atLeast"/>
        <w:ind w:left="1070"/>
        <w:jc w:val="both"/>
        <w:rPr>
          <w:rFonts w:cs="Arial"/>
          <w:szCs w:val="18"/>
        </w:rPr>
      </w:pPr>
    </w:p>
    <w:p w14:paraId="3EDE2C9E" w14:textId="77777777" w:rsidR="00E7218C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contextualSpacing/>
        <w:jc w:val="both"/>
        <w:rPr>
          <w:rFonts w:cs="Arial"/>
          <w:b/>
          <w:szCs w:val="18"/>
        </w:rPr>
      </w:pPr>
      <w:r w:rsidRPr="008A2268">
        <w:rPr>
          <w:rFonts w:cs="Arial"/>
          <w:b/>
          <w:szCs w:val="18"/>
        </w:rPr>
        <w:t xml:space="preserve">Informacja w zakresie przekazywania danych do państw trzecich </w:t>
      </w:r>
    </w:p>
    <w:p w14:paraId="6C628855" w14:textId="77777777" w:rsidR="00E7218C" w:rsidRDefault="00E7218C" w:rsidP="00E7218C">
      <w:pPr>
        <w:pStyle w:val="Akapitzlist"/>
        <w:spacing w:before="120" w:after="120" w:line="240" w:lineRule="atLeast"/>
        <w:ind w:left="708"/>
        <w:contextualSpacing/>
        <w:jc w:val="both"/>
        <w:rPr>
          <w:rFonts w:cs="Arial"/>
          <w:color w:val="000000"/>
        </w:rPr>
      </w:pPr>
      <w:r w:rsidRPr="008A2268">
        <w:rPr>
          <w:rFonts w:cs="Arial"/>
          <w:color w:val="00000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</w:t>
      </w:r>
    </w:p>
    <w:p w14:paraId="1B15040A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>Otrzymaliśmy Pani/Pana</w:t>
      </w:r>
      <w:r w:rsidRPr="00D425F8">
        <w:rPr>
          <w:rFonts w:cs="Arial"/>
          <w:b/>
          <w:szCs w:val="18"/>
        </w:rPr>
        <w:t xml:space="preserve"> dane</w:t>
      </w:r>
      <w:r w:rsidRPr="00CF32D9">
        <w:rPr>
          <w:rFonts w:cs="Arial"/>
          <w:szCs w:val="18"/>
        </w:rPr>
        <w:t xml:space="preserve"> od ………………… </w:t>
      </w:r>
      <w:r w:rsidRPr="00D425F8">
        <w:rPr>
          <w:rFonts w:cs="Arial"/>
          <w:b/>
          <w:szCs w:val="18"/>
        </w:rPr>
        <w:t>z siedzibą w</w:t>
      </w:r>
      <w:r w:rsidRPr="00CF32D9">
        <w:rPr>
          <w:rFonts w:cs="Arial"/>
          <w:szCs w:val="18"/>
        </w:rPr>
        <w:t xml:space="preserve"> ………………….</w:t>
      </w:r>
    </w:p>
    <w:p w14:paraId="1048C17D" w14:textId="77777777" w:rsidR="00E7218C" w:rsidRPr="00A8394D" w:rsidRDefault="00E7218C" w:rsidP="00E7218C">
      <w:pPr>
        <w:spacing w:before="120" w:after="120" w:line="240" w:lineRule="atLeast"/>
        <w:jc w:val="both"/>
        <w:rPr>
          <w:rStyle w:val="Pogrubienie"/>
          <w:rFonts w:cs="Arial"/>
          <w:bCs w:val="0"/>
          <w:szCs w:val="18"/>
        </w:rPr>
      </w:pPr>
    </w:p>
    <w:p w14:paraId="52338152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b/>
          <w:szCs w:val="18"/>
        </w:rPr>
      </w:pPr>
      <w:r w:rsidRPr="00CF32D9">
        <w:rPr>
          <w:rFonts w:cs="Arial"/>
          <w:szCs w:val="18"/>
        </w:rPr>
        <w:t xml:space="preserve">Podanie danych jest dobrowolne / niezbędne do zawarcia umowy lub do wykonania innego celu związanego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 xml:space="preserve">z przetwarzaniem </w:t>
      </w:r>
      <w:r w:rsidRPr="00CF32D9">
        <w:rPr>
          <w:rFonts w:cs="Arial"/>
          <w:i/>
          <w:szCs w:val="18"/>
        </w:rPr>
        <w:t>(np. zawarcie umowy sprzedaży energii)</w:t>
      </w:r>
      <w:r w:rsidRPr="00CF32D9">
        <w:rPr>
          <w:rFonts w:cs="Arial"/>
          <w:szCs w:val="18"/>
        </w:rPr>
        <w:t xml:space="preserve"> / obowiązkowe z uwagi na art. ………………… ustawy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o ………………….</w:t>
      </w:r>
      <w:r w:rsidRPr="00CF32D9">
        <w:rPr>
          <w:rFonts w:cs="Arial"/>
          <w:i/>
          <w:szCs w:val="18"/>
        </w:rPr>
        <w:t xml:space="preserve"> </w:t>
      </w:r>
    </w:p>
    <w:p w14:paraId="1CF50760" w14:textId="77777777" w:rsidR="00E7218C" w:rsidRPr="00D425F8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b/>
          <w:i/>
          <w:szCs w:val="18"/>
        </w:rPr>
      </w:pPr>
      <w:r w:rsidRPr="00CF32D9">
        <w:rPr>
          <w:rFonts w:cs="Arial"/>
          <w:szCs w:val="18"/>
        </w:rPr>
        <w:t>Informujemy, że w procesie ….……..</w:t>
      </w:r>
      <w:r w:rsidRPr="00CF32D9">
        <w:rPr>
          <w:rFonts w:cs="Arial"/>
          <w:i/>
          <w:szCs w:val="18"/>
        </w:rPr>
        <w:t>(do uzupełnienia)</w:t>
      </w:r>
      <w:r w:rsidRPr="00CF32D9">
        <w:rPr>
          <w:rFonts w:cs="Arial"/>
          <w:szCs w:val="18"/>
        </w:rPr>
        <w:t xml:space="preserve"> </w:t>
      </w:r>
      <w:r w:rsidRPr="00D425F8">
        <w:rPr>
          <w:rFonts w:cs="Arial"/>
          <w:b/>
          <w:szCs w:val="18"/>
        </w:rPr>
        <w:t xml:space="preserve">nie podejmujemy decyzji w sposób zautomatyzowany </w:t>
      </w:r>
      <w:r>
        <w:rPr>
          <w:rFonts w:cs="Arial"/>
          <w:b/>
          <w:szCs w:val="18"/>
        </w:rPr>
        <w:br/>
        <w:t>i Pani/Pana</w:t>
      </w:r>
      <w:r w:rsidRPr="00D425F8">
        <w:rPr>
          <w:rFonts w:cs="Arial"/>
          <w:b/>
          <w:szCs w:val="18"/>
        </w:rPr>
        <w:t xml:space="preserve"> dane nie są profilowane.</w:t>
      </w:r>
    </w:p>
    <w:p w14:paraId="7F28A684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55892271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t>Zgoda oraz informacja o możliwości wycofania zgody</w:t>
      </w:r>
    </w:p>
    <w:p w14:paraId="08FB3912" w14:textId="77777777" w:rsidR="00E7218C" w:rsidRPr="00CF32D9" w:rsidRDefault="00E7218C" w:rsidP="00E7218C">
      <w:pPr>
        <w:pStyle w:val="Akapitzlist"/>
        <w:spacing w:before="120" w:after="120" w:line="240" w:lineRule="atLeast"/>
        <w:ind w:left="708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każdej chwili </w:t>
      </w:r>
      <w:r>
        <w:rPr>
          <w:rFonts w:cs="Arial"/>
          <w:szCs w:val="18"/>
        </w:rPr>
        <w:t xml:space="preserve">przysługuje Pani/Panu </w:t>
      </w:r>
      <w:r w:rsidRPr="00CF32D9">
        <w:rPr>
          <w:rFonts w:cs="Arial"/>
          <w:b/>
          <w:szCs w:val="18"/>
        </w:rPr>
        <w:t>prawo do wycofania zgody</w:t>
      </w:r>
      <w:r>
        <w:rPr>
          <w:rFonts w:cs="Arial"/>
          <w:szCs w:val="18"/>
        </w:rPr>
        <w:t xml:space="preserve"> na przetwarzanie</w:t>
      </w:r>
      <w:r w:rsidRPr="00CF32D9">
        <w:rPr>
          <w:rFonts w:cs="Arial"/>
          <w:szCs w:val="18"/>
        </w:rPr>
        <w:t xml:space="preserve"> danych osobowych,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ale cofnięcie zgody nie wpływa na zgodność z prawem przetwarzania, któr</w:t>
      </w:r>
      <w:r>
        <w:rPr>
          <w:rFonts w:cs="Arial"/>
          <w:szCs w:val="18"/>
        </w:rPr>
        <w:t>ego dokonano na podstawie Pani/Pana</w:t>
      </w:r>
      <w:r w:rsidRPr="00CF32D9">
        <w:rPr>
          <w:rFonts w:cs="Arial"/>
          <w:szCs w:val="18"/>
        </w:rPr>
        <w:t xml:space="preserve"> zgody przed jej wycofaniem.</w:t>
      </w:r>
    </w:p>
    <w:p w14:paraId="28C93039" w14:textId="77777777" w:rsidR="00E7218C" w:rsidRPr="00CF32D9" w:rsidRDefault="00E7218C" w:rsidP="00E7218C">
      <w:pPr>
        <w:pStyle w:val="Akapitzlist"/>
        <w:spacing w:before="120" w:after="120" w:line="240" w:lineRule="atLeast"/>
        <w:ind w:left="1068"/>
        <w:jc w:val="both"/>
        <w:rPr>
          <w:rFonts w:cs="Arial"/>
          <w:szCs w:val="18"/>
        </w:rPr>
      </w:pPr>
    </w:p>
    <w:p w14:paraId="494BB587" w14:textId="77777777" w:rsidR="00E7218C" w:rsidRPr="00CF32D9" w:rsidRDefault="00E7218C" w:rsidP="00E7218C">
      <w:pPr>
        <w:ind w:left="1056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elektronicznej:</w:t>
      </w:r>
    </w:p>
    <w:p w14:paraId="787FC612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  <w:r>
        <w:rPr>
          <w:rFonts w:cs="Arial"/>
          <w:szCs w:val="18"/>
        </w:rPr>
        <w:t>Czy wyraża Pani/Pan zgodę na przetwarzanie</w:t>
      </w:r>
      <w:r w:rsidRPr="00CF32D9">
        <w:rPr>
          <w:rFonts w:cs="Arial"/>
          <w:szCs w:val="18"/>
        </w:rPr>
        <w:t xml:space="preserve"> danych osobowych zamieszczonych ………… </w:t>
      </w:r>
      <w:r>
        <w:rPr>
          <w:rFonts w:cs="Arial"/>
          <w:szCs w:val="18"/>
        </w:rPr>
        <w:br/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nas: ………………… z siedzibą w …………………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>w celu …………………?</w:t>
      </w:r>
    </w:p>
    <w:p w14:paraId="58DE8C0F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</w:p>
    <w:p w14:paraId="6CB00E76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TAK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NIE</w:t>
      </w:r>
    </w:p>
    <w:p w14:paraId="3927BE1A" w14:textId="77777777" w:rsidR="00E7218C" w:rsidRPr="00CF32D9" w:rsidRDefault="00E7218C" w:rsidP="00E7218C">
      <w:pPr>
        <w:pStyle w:val="Akapitzlist"/>
        <w:spacing w:before="120" w:after="120" w:line="240" w:lineRule="atLeast"/>
        <w:ind w:left="1413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papierowej:</w:t>
      </w:r>
    </w:p>
    <w:p w14:paraId="44B4C163" w14:textId="77777777" w:rsidR="00E7218C" w:rsidRPr="00CF32D9" w:rsidRDefault="00E7218C" w:rsidP="00E7218C">
      <w:pPr>
        <w:pStyle w:val="Akapitzlist"/>
        <w:spacing w:before="120" w:after="120" w:line="240" w:lineRule="atLeast"/>
        <w:ind w:left="1413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lastRenderedPageBreak/>
        <w:t>Wyrażam / nie wyrażam</w:t>
      </w:r>
      <w:r w:rsidRPr="00CF32D9">
        <w:rPr>
          <w:rFonts w:cs="Arial"/>
          <w:szCs w:val="18"/>
          <w:vertAlign w:val="superscript"/>
        </w:rPr>
        <w:t>*</w:t>
      </w:r>
      <w:r w:rsidRPr="00CF32D9">
        <w:rPr>
          <w:rFonts w:cs="Arial"/>
          <w:szCs w:val="18"/>
        </w:rPr>
        <w:t xml:space="preserve"> zgody na przetwarzanie moich danych osobowych zamieszczonych …………….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…………………</w:t>
      </w:r>
      <w:r w:rsidRPr="00CF32D9">
        <w:rPr>
          <w:rFonts w:cs="Arial"/>
          <w:i/>
          <w:szCs w:val="18"/>
        </w:rPr>
        <w:t xml:space="preserve">(dane administratora) </w:t>
      </w:r>
      <w:r w:rsidRPr="00CF32D9">
        <w:rPr>
          <w:rFonts w:cs="Arial"/>
          <w:szCs w:val="18"/>
        </w:rPr>
        <w:t xml:space="preserve">z siedzibą </w:t>
      </w:r>
      <w:r>
        <w:rPr>
          <w:rFonts w:cs="Arial"/>
          <w:szCs w:val="18"/>
        </w:rPr>
        <w:br/>
      </w:r>
      <w:r w:rsidRPr="00CF32D9">
        <w:rPr>
          <w:rFonts w:cs="Arial"/>
          <w:szCs w:val="18"/>
        </w:rPr>
        <w:t xml:space="preserve">w ………………… w celu ………………… </w:t>
      </w:r>
      <w:r w:rsidRPr="00CF32D9">
        <w:rPr>
          <w:rFonts w:cs="Arial"/>
          <w:i/>
          <w:szCs w:val="18"/>
        </w:rPr>
        <w:t>(do uzupełnienia)</w:t>
      </w:r>
      <w:r w:rsidRPr="00CF32D9">
        <w:rPr>
          <w:rFonts w:cs="Arial"/>
          <w:szCs w:val="18"/>
        </w:rPr>
        <w:t>.</w:t>
      </w:r>
    </w:p>
    <w:p w14:paraId="656BD9EA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</w:p>
    <w:p w14:paraId="7593D5DF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………………….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  <w:t>………………….</w:t>
      </w:r>
    </w:p>
    <w:p w14:paraId="4380D37B" w14:textId="77777777" w:rsidR="00E7218C" w:rsidRPr="00CF32D9" w:rsidRDefault="00E7218C" w:rsidP="00E7218C">
      <w:pPr>
        <w:pStyle w:val="Akapitzlist"/>
        <w:spacing w:before="120" w:after="120" w:line="240" w:lineRule="atLeast"/>
        <w:ind w:left="1416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Data i miejsce</w:t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  <w:t>Podpis</w:t>
      </w:r>
    </w:p>
    <w:p w14:paraId="403DFF1C" w14:textId="77777777" w:rsidR="00E7218C" w:rsidRPr="00CF32D9" w:rsidRDefault="00E7218C" w:rsidP="00E7218C">
      <w:pPr>
        <w:pStyle w:val="Akapitzlist"/>
        <w:spacing w:before="120" w:after="120" w:line="240" w:lineRule="atLeast"/>
        <w:ind w:left="1068"/>
        <w:jc w:val="both"/>
        <w:rPr>
          <w:rFonts w:cs="Arial"/>
          <w:szCs w:val="18"/>
        </w:rPr>
      </w:pPr>
    </w:p>
    <w:p w14:paraId="25709E74" w14:textId="77777777" w:rsidR="00E7218C" w:rsidRPr="00CF32D9" w:rsidRDefault="00E7218C" w:rsidP="00E7218C">
      <w:pPr>
        <w:pStyle w:val="Akapitzlist"/>
        <w:spacing w:before="120" w:after="120" w:line="240" w:lineRule="atLeast"/>
        <w:ind w:left="1068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*niewłaściwe skreślić</w:t>
      </w:r>
    </w:p>
    <w:p w14:paraId="6C7B9457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5BF6C364" w14:textId="77777777" w:rsidR="00E7218C" w:rsidRPr="00CF32D9" w:rsidRDefault="00E7218C" w:rsidP="00E7218C">
      <w:pPr>
        <w:pStyle w:val="Akapitzlist"/>
        <w:numPr>
          <w:ilvl w:val="0"/>
          <w:numId w:val="14"/>
        </w:numPr>
        <w:spacing w:before="120" w:after="120" w:line="240" w:lineRule="atLeast"/>
        <w:jc w:val="both"/>
        <w:rPr>
          <w:rFonts w:cs="Arial"/>
          <w:b/>
          <w:szCs w:val="18"/>
        </w:rPr>
      </w:pPr>
      <w:r w:rsidRPr="00CF32D9">
        <w:rPr>
          <w:rFonts w:cs="Arial"/>
          <w:b/>
          <w:szCs w:val="18"/>
        </w:rPr>
        <w:t>Zgoda na przetwarzanie szczególnych kategorii danych oraz informacja o możliwości wycofania zgody</w:t>
      </w:r>
    </w:p>
    <w:p w14:paraId="24B2C1D9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 xml:space="preserve">W każdej chwili </w:t>
      </w:r>
      <w:r>
        <w:rPr>
          <w:rFonts w:cs="Arial"/>
          <w:szCs w:val="18"/>
        </w:rPr>
        <w:t xml:space="preserve">przysługuje Pani/Panu </w:t>
      </w:r>
      <w:r w:rsidRPr="00CF32D9">
        <w:rPr>
          <w:rFonts w:cs="Arial"/>
          <w:b/>
          <w:szCs w:val="18"/>
        </w:rPr>
        <w:t>prawo do wycofania zgody</w:t>
      </w:r>
      <w:r>
        <w:rPr>
          <w:rFonts w:cs="Arial"/>
          <w:szCs w:val="18"/>
        </w:rPr>
        <w:t xml:space="preserve"> na przetwarzanie</w:t>
      </w:r>
      <w:r w:rsidRPr="00CF32D9">
        <w:rPr>
          <w:rFonts w:cs="Arial"/>
          <w:szCs w:val="18"/>
        </w:rPr>
        <w:t xml:space="preserve"> danych osobowych należących do szczególnej kategorii, ale cofnięcie zgody nie wpływa na zgodność z prawem przetwarzania, którego dokonano na pods</w:t>
      </w:r>
      <w:r>
        <w:rPr>
          <w:rFonts w:cs="Arial"/>
          <w:szCs w:val="18"/>
        </w:rPr>
        <w:t>tawie Pani/Pana</w:t>
      </w:r>
      <w:r w:rsidRPr="00CF32D9">
        <w:rPr>
          <w:rFonts w:cs="Arial"/>
          <w:szCs w:val="18"/>
        </w:rPr>
        <w:t xml:space="preserve"> zgody przed jej wycofaniem.</w:t>
      </w:r>
    </w:p>
    <w:p w14:paraId="78C37899" w14:textId="77777777" w:rsidR="00E7218C" w:rsidRPr="00CF32D9" w:rsidRDefault="00E7218C" w:rsidP="00E7218C">
      <w:pPr>
        <w:spacing w:before="120" w:after="120"/>
        <w:ind w:left="1068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elektronicznej:</w:t>
      </w:r>
    </w:p>
    <w:p w14:paraId="7DF66C75" w14:textId="77777777" w:rsidR="00E7218C" w:rsidRPr="00CF32D9" w:rsidRDefault="00E7218C" w:rsidP="00E7218C">
      <w:pPr>
        <w:pStyle w:val="Akapitzlist"/>
        <w:spacing w:before="120" w:after="120"/>
        <w:ind w:left="1080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>Czy wyraża Pani/Pan zgodę na przetwarzanie</w:t>
      </w:r>
      <w:r w:rsidRPr="00D425F8">
        <w:rPr>
          <w:rFonts w:cs="Arial"/>
          <w:b/>
          <w:szCs w:val="18"/>
        </w:rPr>
        <w:t xml:space="preserve"> danych osobowych należących do szczególnych kategorii danych,</w:t>
      </w:r>
      <w:r w:rsidRPr="00CF32D9">
        <w:rPr>
          <w:rFonts w:cs="Arial"/>
          <w:szCs w:val="18"/>
        </w:rPr>
        <w:t xml:space="preserve"> czyli………………. </w:t>
      </w:r>
      <w:r>
        <w:rPr>
          <w:rFonts w:cs="Arial"/>
          <w:i/>
          <w:szCs w:val="18"/>
        </w:rPr>
        <w:t>(danych ujawniających Pani/Pana</w:t>
      </w:r>
      <w:r w:rsidRPr="00CF32D9">
        <w:rPr>
          <w:rFonts w:cs="Arial"/>
          <w:i/>
          <w:szCs w:val="18"/>
        </w:rPr>
        <w:t xml:space="preserve"> pochodzenie rasowe lub etniczne, Twoje poglądy polityczne, przekonania religijne lub światopoglądowe, przynależności do związków zawodowych, dane genetyczne, biometryczne w celu jednoz</w:t>
      </w:r>
      <w:r>
        <w:rPr>
          <w:rFonts w:cs="Arial"/>
          <w:i/>
          <w:szCs w:val="18"/>
        </w:rPr>
        <w:t>nacznego zidentyfikowania Pani/Pana, dane dotyczące zdrowia,</w:t>
      </w:r>
      <w:r w:rsidRPr="00CF32D9">
        <w:rPr>
          <w:rFonts w:cs="Arial"/>
          <w:i/>
          <w:szCs w:val="18"/>
        </w:rPr>
        <w:t xml:space="preserve"> seksualności lub orientacji seksualnej – proszę wskazać właściwe</w:t>
      </w:r>
      <w:r w:rsidRPr="00CF32D9">
        <w:rPr>
          <w:rFonts w:cs="Arial"/>
          <w:szCs w:val="18"/>
        </w:rPr>
        <w:t xml:space="preserve">) zamieszczonych ……….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nas: ………………… z siedzibą w ………………… w celu …………………</w:t>
      </w:r>
    </w:p>
    <w:p w14:paraId="71ABAD7A" w14:textId="77777777" w:rsidR="00E7218C" w:rsidRPr="00CF32D9" w:rsidRDefault="00E7218C" w:rsidP="00E7218C">
      <w:pPr>
        <w:spacing w:before="120" w:after="120" w:line="240" w:lineRule="atLeast"/>
        <w:ind w:left="1068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TAK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sym w:font="Webdings" w:char="F063"/>
      </w:r>
      <w:r w:rsidRPr="00CF32D9">
        <w:rPr>
          <w:rFonts w:cs="Arial"/>
          <w:szCs w:val="18"/>
        </w:rPr>
        <w:t xml:space="preserve"> NIE</w:t>
      </w:r>
    </w:p>
    <w:p w14:paraId="622B0D97" w14:textId="77777777" w:rsidR="00E7218C" w:rsidRPr="00CF32D9" w:rsidRDefault="00E7218C" w:rsidP="00E7218C">
      <w:pPr>
        <w:spacing w:before="120" w:after="120" w:line="240" w:lineRule="atLeast"/>
        <w:ind w:left="1068"/>
        <w:jc w:val="both"/>
        <w:rPr>
          <w:rFonts w:cs="Arial"/>
          <w:szCs w:val="18"/>
        </w:rPr>
      </w:pPr>
    </w:p>
    <w:p w14:paraId="28B545D4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Wersja używana w formie papierowej:</w:t>
      </w:r>
    </w:p>
    <w:p w14:paraId="4D44A60A" w14:textId="77777777" w:rsidR="00E7218C" w:rsidRPr="00CF32D9" w:rsidRDefault="00E7218C" w:rsidP="00E7218C">
      <w:pPr>
        <w:pStyle w:val="Akapitzlist"/>
        <w:spacing w:before="120" w:after="120" w:line="240" w:lineRule="atLeast"/>
        <w:ind w:left="1077"/>
        <w:jc w:val="both"/>
        <w:rPr>
          <w:rFonts w:cs="Arial"/>
          <w:szCs w:val="18"/>
        </w:rPr>
      </w:pPr>
      <w:r w:rsidRPr="00D425F8">
        <w:rPr>
          <w:rFonts w:cs="Arial"/>
          <w:b/>
          <w:szCs w:val="18"/>
        </w:rPr>
        <w:t>Wyrażam / nie wyrażam</w:t>
      </w:r>
      <w:r w:rsidRPr="00D425F8">
        <w:rPr>
          <w:rFonts w:cs="Arial"/>
          <w:b/>
          <w:szCs w:val="18"/>
          <w:vertAlign w:val="superscript"/>
        </w:rPr>
        <w:t>*</w:t>
      </w:r>
      <w:r w:rsidRPr="00D425F8">
        <w:rPr>
          <w:rFonts w:cs="Arial"/>
          <w:b/>
          <w:szCs w:val="18"/>
        </w:rPr>
        <w:t xml:space="preserve"> zgody na przetwarzanie moich danych osobowych</w:t>
      </w:r>
      <w:r w:rsidRPr="00CF32D9">
        <w:rPr>
          <w:rFonts w:cs="Arial"/>
          <w:szCs w:val="18"/>
        </w:rPr>
        <w:t xml:space="preserve">, należących do szczególnych kategorii danych, czyli ……………. </w:t>
      </w:r>
      <w:r w:rsidRPr="00CF32D9">
        <w:rPr>
          <w:rFonts w:cs="Arial"/>
          <w:i/>
          <w:szCs w:val="18"/>
        </w:rPr>
        <w:t xml:space="preserve">(danych ujawniających pochodzenie rasowe lub etniczne, poglądy polityczne, przekonania religijne lub światopoglądowe, przynależności do związków zawodowych, dane genetyczne, biometryczne w celu jednoznacznego zidentyfikowania Ciebie, dane dotyczące zdrowia, seksualności </w:t>
      </w:r>
      <w:r>
        <w:rPr>
          <w:rFonts w:cs="Arial"/>
          <w:i/>
          <w:szCs w:val="18"/>
        </w:rPr>
        <w:br/>
      </w:r>
      <w:r w:rsidRPr="00CF32D9">
        <w:rPr>
          <w:rFonts w:cs="Arial"/>
          <w:i/>
          <w:szCs w:val="18"/>
        </w:rPr>
        <w:t>lub orientacji seksualnej – proszę wskazać właściwe</w:t>
      </w:r>
      <w:r w:rsidRPr="00CF32D9">
        <w:rPr>
          <w:rFonts w:cs="Arial"/>
          <w:szCs w:val="18"/>
        </w:rPr>
        <w:t xml:space="preserve">) zamieszczonych …….. </w:t>
      </w:r>
      <w:r w:rsidRPr="00CF32D9">
        <w:rPr>
          <w:rFonts w:cs="Arial"/>
          <w:i/>
          <w:szCs w:val="18"/>
        </w:rPr>
        <w:t>(do uzupełnienia, np. w niniejszym formularzu)</w:t>
      </w:r>
      <w:r w:rsidRPr="00CF32D9">
        <w:rPr>
          <w:rFonts w:cs="Arial"/>
          <w:szCs w:val="18"/>
        </w:rPr>
        <w:t xml:space="preserve"> przez ………………… </w:t>
      </w:r>
      <w:r w:rsidRPr="00CF32D9">
        <w:rPr>
          <w:rFonts w:cs="Arial"/>
          <w:i/>
          <w:szCs w:val="18"/>
        </w:rPr>
        <w:t xml:space="preserve">(dane administratora) </w:t>
      </w:r>
      <w:r w:rsidRPr="00CF32D9">
        <w:rPr>
          <w:rFonts w:cs="Arial"/>
          <w:szCs w:val="18"/>
        </w:rPr>
        <w:t xml:space="preserve">z siedzibą w ………………… w celu ………………… </w:t>
      </w:r>
      <w:r w:rsidRPr="00CF32D9">
        <w:rPr>
          <w:rFonts w:cs="Arial"/>
          <w:i/>
          <w:szCs w:val="18"/>
        </w:rPr>
        <w:t>(do uzupełnienia)</w:t>
      </w:r>
      <w:r w:rsidRPr="00CF32D9">
        <w:rPr>
          <w:rFonts w:cs="Arial"/>
          <w:szCs w:val="18"/>
        </w:rPr>
        <w:t>.</w:t>
      </w:r>
    </w:p>
    <w:p w14:paraId="5DA2A72C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</w:p>
    <w:p w14:paraId="43F41F25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………………….</w:t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</w:r>
      <w:r w:rsidRPr="00CF32D9">
        <w:rPr>
          <w:rFonts w:cs="Arial"/>
          <w:szCs w:val="18"/>
        </w:rPr>
        <w:tab/>
        <w:t>………………….</w:t>
      </w:r>
    </w:p>
    <w:p w14:paraId="075BB852" w14:textId="77777777" w:rsidR="00E7218C" w:rsidRPr="00CF32D9" w:rsidRDefault="00E7218C" w:rsidP="00E7218C">
      <w:pPr>
        <w:pStyle w:val="Akapitzlist"/>
        <w:spacing w:before="120" w:after="120" w:line="240" w:lineRule="atLeast"/>
        <w:ind w:left="1080"/>
        <w:jc w:val="both"/>
        <w:rPr>
          <w:rFonts w:cs="Arial"/>
          <w:i/>
          <w:szCs w:val="18"/>
        </w:rPr>
      </w:pPr>
      <w:r w:rsidRPr="00CF32D9">
        <w:rPr>
          <w:rFonts w:cs="Arial"/>
          <w:i/>
          <w:szCs w:val="18"/>
        </w:rPr>
        <w:t>Data i miejsce</w:t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</w:r>
      <w:r w:rsidRPr="00CF32D9">
        <w:rPr>
          <w:rFonts w:cs="Arial"/>
          <w:i/>
          <w:szCs w:val="18"/>
        </w:rPr>
        <w:tab/>
        <w:t>Podpis</w:t>
      </w:r>
    </w:p>
    <w:p w14:paraId="64BAC827" w14:textId="77777777" w:rsidR="00E7218C" w:rsidRPr="00CF32D9" w:rsidRDefault="00E7218C" w:rsidP="00E7218C">
      <w:pPr>
        <w:pStyle w:val="Akapitzlist"/>
        <w:spacing w:before="120" w:after="120"/>
        <w:ind w:left="1080"/>
        <w:jc w:val="both"/>
        <w:rPr>
          <w:rFonts w:cs="Arial"/>
          <w:szCs w:val="18"/>
        </w:rPr>
      </w:pPr>
    </w:p>
    <w:p w14:paraId="6C9D5A01" w14:textId="77777777" w:rsidR="00E7218C" w:rsidRDefault="00E7218C" w:rsidP="00E7218C">
      <w:pPr>
        <w:pStyle w:val="Akapitzlist"/>
        <w:spacing w:before="120" w:after="120"/>
        <w:ind w:left="1080"/>
        <w:jc w:val="both"/>
        <w:rPr>
          <w:rFonts w:cs="Arial"/>
          <w:szCs w:val="18"/>
        </w:rPr>
      </w:pPr>
      <w:r w:rsidRPr="00CF32D9">
        <w:rPr>
          <w:rFonts w:cs="Arial"/>
          <w:szCs w:val="18"/>
        </w:rPr>
        <w:t>*niewłaściwe skreślić</w:t>
      </w:r>
    </w:p>
    <w:p w14:paraId="0408C096" w14:textId="77777777" w:rsidR="00E7218C" w:rsidRPr="00FB1EF2" w:rsidRDefault="00E7218C" w:rsidP="00E7218C">
      <w:pPr>
        <w:pStyle w:val="611relaizacja"/>
        <w:numPr>
          <w:ilvl w:val="0"/>
          <w:numId w:val="0"/>
        </w:numPr>
        <w:ind w:left="1077" w:hanging="720"/>
      </w:pPr>
    </w:p>
    <w:sectPr w:rsidR="00E7218C" w:rsidRPr="00FB1EF2" w:rsidSect="001C42B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82AE" w14:textId="77777777" w:rsidR="009D1BBC" w:rsidRDefault="009D1BBC" w:rsidP="00BD627E">
      <w:r>
        <w:separator/>
      </w:r>
    </w:p>
    <w:p w14:paraId="728945EB" w14:textId="77777777" w:rsidR="009D1BBC" w:rsidRDefault="009D1BBC"/>
  </w:endnote>
  <w:endnote w:type="continuationSeparator" w:id="0">
    <w:p w14:paraId="625E3A2F" w14:textId="77777777" w:rsidR="009D1BBC" w:rsidRDefault="009D1BBC" w:rsidP="00BD627E">
      <w:r>
        <w:continuationSeparator/>
      </w:r>
    </w:p>
    <w:p w14:paraId="53EAFA22" w14:textId="77777777" w:rsidR="009D1BBC" w:rsidRDefault="009D1BBC"/>
  </w:endnote>
  <w:endnote w:type="continuationNotice" w:id="1">
    <w:p w14:paraId="0204F5E7" w14:textId="77777777" w:rsidR="009D1BBC" w:rsidRDefault="009D1BBC"/>
    <w:p w14:paraId="135A56E4" w14:textId="77777777" w:rsidR="009D1BBC" w:rsidRDefault="009D1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B941" w14:textId="77777777" w:rsidR="00E6630F" w:rsidRDefault="00E663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59F0911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3EFACF3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B6AF3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C547" w14:textId="77777777" w:rsidR="009D1BBC" w:rsidRDefault="009D1BBC" w:rsidP="00BD627E">
      <w:r>
        <w:separator/>
      </w:r>
    </w:p>
    <w:p w14:paraId="767803C4" w14:textId="77777777" w:rsidR="009D1BBC" w:rsidRDefault="009D1BBC"/>
  </w:footnote>
  <w:footnote w:type="continuationSeparator" w:id="0">
    <w:p w14:paraId="1BE1AA00" w14:textId="77777777" w:rsidR="009D1BBC" w:rsidRDefault="009D1BBC" w:rsidP="00BD627E">
      <w:r>
        <w:continuationSeparator/>
      </w:r>
    </w:p>
    <w:p w14:paraId="3B43874F" w14:textId="77777777" w:rsidR="009D1BBC" w:rsidRDefault="009D1BBC"/>
  </w:footnote>
  <w:footnote w:type="continuationNotice" w:id="1">
    <w:p w14:paraId="39034DA4" w14:textId="77777777" w:rsidR="009D1BBC" w:rsidRDefault="009D1BBC"/>
    <w:p w14:paraId="4EC6673E" w14:textId="77777777" w:rsidR="009D1BBC" w:rsidRDefault="009D1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F05B2" w14:textId="77777777" w:rsidR="00E6630F" w:rsidRDefault="00E663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6A04" w14:textId="77777777" w:rsidR="00E6630F" w:rsidRPr="00E6630F" w:rsidRDefault="006545C1" w:rsidP="00E6630F">
    <w:pPr>
      <w:pStyle w:val="Nagwek"/>
      <w:ind w:left="1843" w:right="2409"/>
      <w:jc w:val="right"/>
      <w:rPr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616379D" w:rsidR="006015EB" w:rsidRDefault="00E6630F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E6630F"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2025/…./….</w:t>
                          </w:r>
                        </w:p>
                        <w:p w14:paraId="14584A07" w14:textId="5040E207" w:rsidR="00E6630F" w:rsidRDefault="00E6630F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  <w:p w14:paraId="642C0AA5" w14:textId="77777777" w:rsidR="00E6630F" w:rsidRPr="00A45DF0" w:rsidRDefault="00E6630F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616379D" w:rsidR="006015EB" w:rsidRDefault="00E6630F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 w:rsidRPr="00E6630F">
                      <w:rPr>
                        <w:rFonts w:cs="Arial"/>
                        <w:sz w:val="14"/>
                        <w:szCs w:val="16"/>
                      </w:rPr>
                      <w:t>Obowiązuje od:   2025/…./….</w:t>
                    </w:r>
                    <w:bookmarkStart w:id="4" w:name="_GoBack"/>
                    <w:bookmarkEnd w:id="4"/>
                  </w:p>
                  <w:p w14:paraId="14584A07" w14:textId="5040E207" w:rsidR="00E6630F" w:rsidRDefault="00E6630F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  <w:p w14:paraId="642C0AA5" w14:textId="77777777" w:rsidR="00E6630F" w:rsidRPr="00A45DF0" w:rsidRDefault="00E6630F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  <w:r w:rsidR="00E6630F" w:rsidRPr="00E6630F">
      <w:rPr>
        <w:sz w:val="14"/>
        <w:szCs w:val="14"/>
      </w:rPr>
      <w:t>Wzory klauzul informacyjnych</w:t>
    </w:r>
    <w:r w:rsidR="00E6630F" w:rsidRPr="00E6630F">
      <w:rPr>
        <w:sz w:val="14"/>
        <w:szCs w:val="14"/>
      </w:rPr>
      <w:tab/>
      <w:t xml:space="preserve"> </w:t>
    </w:r>
  </w:p>
  <w:p w14:paraId="7C5E13B6" w14:textId="77777777" w:rsidR="00E6630F" w:rsidRPr="00E6630F" w:rsidRDefault="00E6630F" w:rsidP="00E6630F">
    <w:pPr>
      <w:pStyle w:val="Nagwek"/>
      <w:ind w:left="1843" w:right="2409"/>
      <w:jc w:val="right"/>
      <w:rPr>
        <w:sz w:val="14"/>
        <w:szCs w:val="14"/>
      </w:rPr>
    </w:pPr>
    <w:r w:rsidRPr="00E6630F">
      <w:rPr>
        <w:sz w:val="14"/>
        <w:szCs w:val="14"/>
      </w:rPr>
      <w:t xml:space="preserve">Zał. 5 do PROC 30076 C Procedury Ochrony Danych Osobowych </w:t>
    </w:r>
  </w:p>
  <w:p w14:paraId="293CEDA7" w14:textId="40271B69" w:rsidR="006715A5" w:rsidRPr="00024ECD" w:rsidRDefault="00E6630F" w:rsidP="00E6630F">
    <w:pPr>
      <w:pStyle w:val="Nagwek"/>
      <w:ind w:left="1843" w:right="2409"/>
      <w:jc w:val="right"/>
      <w:rPr>
        <w:rFonts w:cs="Arial"/>
        <w:sz w:val="14"/>
        <w:szCs w:val="14"/>
      </w:rPr>
    </w:pPr>
    <w:r w:rsidRPr="00E6630F">
      <w:rPr>
        <w:sz w:val="14"/>
        <w:szCs w:val="14"/>
      </w:rPr>
      <w:t>w PGE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3DCC"/>
    <w:multiLevelType w:val="hybridMultilevel"/>
    <w:tmpl w:val="D4C646AE"/>
    <w:lvl w:ilvl="0" w:tplc="0F9E9F5A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1C8302BD"/>
    <w:multiLevelType w:val="hybridMultilevel"/>
    <w:tmpl w:val="64240D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AC1ED5"/>
    <w:multiLevelType w:val="hybridMultilevel"/>
    <w:tmpl w:val="169CA80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490227DF"/>
    <w:multiLevelType w:val="multilevel"/>
    <w:tmpl w:val="6192B0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 w15:restartNumberingAfterBreak="0">
    <w:nsid w:val="4AB65F6E"/>
    <w:multiLevelType w:val="hybridMultilevel"/>
    <w:tmpl w:val="DE8051E6"/>
    <w:lvl w:ilvl="0" w:tplc="3342FAF2">
      <w:start w:val="1"/>
      <w:numFmt w:val="lowerLetter"/>
      <w:lvlText w:val="%1)"/>
      <w:lvlJc w:val="left"/>
      <w:pPr>
        <w:ind w:left="107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1351657"/>
    <w:multiLevelType w:val="hybridMultilevel"/>
    <w:tmpl w:val="62F60C9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9EE54CB"/>
    <w:multiLevelType w:val="hybridMultilevel"/>
    <w:tmpl w:val="CFB4AA80"/>
    <w:lvl w:ilvl="0" w:tplc="0F9E9F5A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090691224">
    <w:abstractNumId w:val="6"/>
  </w:num>
  <w:num w:numId="2" w16cid:durableId="536624745">
    <w:abstractNumId w:val="4"/>
  </w:num>
  <w:num w:numId="3" w16cid:durableId="11343340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727948759">
    <w:abstractNumId w:val="6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015377516">
    <w:abstractNumId w:val="1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165626098">
    <w:abstractNumId w:val="6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144421924">
    <w:abstractNumId w:val="6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390152350">
    <w:abstractNumId w:val="9"/>
  </w:num>
  <w:num w:numId="9" w16cid:durableId="1115755349">
    <w:abstractNumId w:val="7"/>
  </w:num>
  <w:num w:numId="10" w16cid:durableId="563225698">
    <w:abstractNumId w:val="5"/>
  </w:num>
  <w:num w:numId="11" w16cid:durableId="1908605794">
    <w:abstractNumId w:val="11"/>
  </w:num>
  <w:num w:numId="12" w16cid:durableId="1533877746">
    <w:abstractNumId w:val="8"/>
  </w:num>
  <w:num w:numId="13" w16cid:durableId="1311905417">
    <w:abstractNumId w:val="10"/>
  </w:num>
  <w:num w:numId="14" w16cid:durableId="1685286073">
    <w:abstractNumId w:val="0"/>
  </w:num>
  <w:num w:numId="15" w16cid:durableId="1879661597">
    <w:abstractNumId w:val="2"/>
  </w:num>
  <w:num w:numId="16" w16cid:durableId="160754212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6AF3"/>
    <w:rsid w:val="000B7759"/>
    <w:rsid w:val="000C1970"/>
    <w:rsid w:val="000C3838"/>
    <w:rsid w:val="000C626D"/>
    <w:rsid w:val="000D1615"/>
    <w:rsid w:val="000D368C"/>
    <w:rsid w:val="000D4112"/>
    <w:rsid w:val="000E6284"/>
    <w:rsid w:val="000F0671"/>
    <w:rsid w:val="000F5F4D"/>
    <w:rsid w:val="000F779B"/>
    <w:rsid w:val="001002F8"/>
    <w:rsid w:val="00100563"/>
    <w:rsid w:val="00101EA8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CDE"/>
    <w:rsid w:val="00132DAF"/>
    <w:rsid w:val="001331C0"/>
    <w:rsid w:val="001410C8"/>
    <w:rsid w:val="00153E1B"/>
    <w:rsid w:val="001575DB"/>
    <w:rsid w:val="00157918"/>
    <w:rsid w:val="00165E35"/>
    <w:rsid w:val="001708C0"/>
    <w:rsid w:val="0017588D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3090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1F57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0D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1BBC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6630F"/>
    <w:rsid w:val="00E71718"/>
    <w:rsid w:val="00E7218C"/>
    <w:rsid w:val="00E73B7B"/>
    <w:rsid w:val="00E748DA"/>
    <w:rsid w:val="00E75D61"/>
    <w:rsid w:val="00E82B5D"/>
    <w:rsid w:val="00E83B1D"/>
    <w:rsid w:val="00E8522C"/>
    <w:rsid w:val="00E90939"/>
    <w:rsid w:val="00E93F9C"/>
    <w:rsid w:val="00EA052B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uiPriority w:val="22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dane.osobowe@pgedystrybucja.p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 Wzory klauzul informacyjnych v1.docx</dmsv2BaseFileName>
    <dmsv2BaseDisplayName xmlns="http://schemas.microsoft.com/sharepoint/v3">Zał. 5 Wzory klauzul informacyjnych v1</dmsv2BaseDisplayName>
    <dmsv2SWPP2ObjectNumber xmlns="http://schemas.microsoft.com/sharepoint/v3" xsi:nil="true"/>
    <dmsv2SWPP2SumMD5 xmlns="http://schemas.microsoft.com/sharepoint/v3">071eefc032fe3e752baf22766889a4af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696712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23647059</dmsv2BaseClientSystemDocumentID>
    <dmsv2BaseModifiedByID xmlns="http://schemas.microsoft.com/sharepoint/v3">11700120</dmsv2BaseModifiedByID>
    <dmsv2BaseCreatedByID xmlns="http://schemas.microsoft.com/sharepoint/v3">11700120</dmsv2BaseCreatedByID>
    <dmsv2SWPP2ObjectDepartment xmlns="http://schemas.microsoft.com/sharepoint/v3">00000001000700020000000000010002</dmsv2SWPP2ObjectDepartment>
    <dmsv2SWPP2ObjectName xmlns="http://schemas.microsoft.com/sharepoint/v3">Wniosek</dmsv2SWPP2ObjectName>
    <_dlc_DocId xmlns="a19cb1c7-c5c7-46d4-85ae-d83685407bba">DPFVW34YURAE-2123725290-17014</_dlc_DocId>
    <_dlc_DocIdUrl xmlns="a19cb1c7-c5c7-46d4-85ae-d83685407bba">
      <Url>https://swpp2.dms.gkpge.pl/sites/40/_layouts/15/DocIdRedir.aspx?ID=DPFVW34YURAE-2123725290-17014</Url>
      <Description>DPFVW34YURAE-2123725290-17014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  <ds:schemaRef ds:uri="132c12db-5c81-4052-8a4e-8acb93bdb017"/>
    <ds:schemaRef ds:uri="eefa0630-f26d-42ee-aa81-98a0261ed43d"/>
  </ds:schemaRefs>
</ds:datastoreItem>
</file>

<file path=customXml/itemProps3.xml><?xml version="1.0" encoding="utf-8"?>
<ds:datastoreItem xmlns:ds="http://schemas.openxmlformats.org/officeDocument/2006/customXml" ds:itemID="{3016B9B7-5132-44BC-82C6-8CF46E578250}"/>
</file>

<file path=customXml/itemProps4.xml><?xml version="1.0" encoding="utf-8"?>
<ds:datastoreItem xmlns:ds="http://schemas.openxmlformats.org/officeDocument/2006/customXml" ds:itemID="{C977FAE3-D178-42B0-8D31-45F50A4C41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82E889-2B1E-4B96-9A26-F62FD83856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DC5858-B5B4-4BFC-BC12-1037B30375F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54FC8A6-6F89-464B-BC9F-BE3465758125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3</TotalTime>
  <Pages>6</Pages>
  <Words>2446</Words>
  <Characters>15471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17882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Wrzecioniarz Milena [PGE Dystr. O.Łódź]</cp:lastModifiedBy>
  <cp:revision>2</cp:revision>
  <cp:lastPrinted>2025-07-07T05:54:00Z</cp:lastPrinted>
  <dcterms:created xsi:type="dcterms:W3CDTF">2025-10-21T10:47:00Z</dcterms:created>
  <dcterms:modified xsi:type="dcterms:W3CDTF">2025-10-21T10:47:00Z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DocumentSetDescription">
    <vt:lpwstr/>
  </property>
  <property fmtid="{D5CDD505-2E9C-101B-9397-08002B2CF9AE}" pid="4" name="_docset_NoMedatataSyncRequired">
    <vt:lpwstr>False</vt:lpwstr>
  </property>
  <property fmtid="{D5CDD505-2E9C-101B-9397-08002B2CF9AE}" pid="5" name="_dlc_DocIdItemGuid">
    <vt:lpwstr>a3bcbb9d-fd89-4c39-9882-b39b35a857be</vt:lpwstr>
  </property>
</Properties>
</file>